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59AE0" w14:textId="26FA9C4D" w:rsidR="00F62202" w:rsidRPr="001E152E" w:rsidRDefault="00031CB5" w:rsidP="00F62202">
      <w:pPr>
        <w:jc w:val="center"/>
        <w:rPr>
          <w:b/>
          <w:sz w:val="32"/>
          <w:szCs w:val="32"/>
        </w:rPr>
      </w:pPr>
      <w:r w:rsidRPr="001E152E">
        <w:rPr>
          <w:b/>
          <w:sz w:val="32"/>
          <w:szCs w:val="32"/>
        </w:rPr>
        <w:t>20</w:t>
      </w:r>
      <w:r w:rsidR="001E152E" w:rsidRPr="001E152E">
        <w:rPr>
          <w:b/>
          <w:sz w:val="32"/>
          <w:szCs w:val="32"/>
        </w:rPr>
        <w:t>2</w:t>
      </w:r>
      <w:r w:rsidR="006061A0">
        <w:rPr>
          <w:b/>
          <w:sz w:val="32"/>
          <w:szCs w:val="32"/>
        </w:rPr>
        <w:t>1</w:t>
      </w:r>
      <w:r w:rsidRPr="001E152E">
        <w:rPr>
          <w:b/>
          <w:sz w:val="32"/>
          <w:szCs w:val="32"/>
        </w:rPr>
        <w:t xml:space="preserve"> </w:t>
      </w:r>
      <w:r w:rsidR="00F62202" w:rsidRPr="001E152E">
        <w:rPr>
          <w:b/>
          <w:sz w:val="32"/>
          <w:szCs w:val="32"/>
        </w:rPr>
        <w:t>FIRST AID OFFICER APPLICATION</w:t>
      </w:r>
    </w:p>
    <w:p w14:paraId="655F1EDF" w14:textId="77777777" w:rsidR="00F62202" w:rsidRDefault="00F62202" w:rsidP="00F62202">
      <w:pPr>
        <w:jc w:val="center"/>
        <w:rPr>
          <w:sz w:val="22"/>
          <w:szCs w:val="22"/>
        </w:rPr>
      </w:pPr>
    </w:p>
    <w:p w14:paraId="0D303D83" w14:textId="23D6EB22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*Name: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</w:t>
      </w:r>
      <w:r>
        <w:rPr>
          <w:sz w:val="18"/>
          <w:szCs w:val="18"/>
        </w:rPr>
        <w:tab/>
        <w:t>*D.</w:t>
      </w:r>
      <w:r w:rsidR="001E152E">
        <w:rPr>
          <w:sz w:val="18"/>
          <w:szCs w:val="18"/>
        </w:rPr>
        <w:t>O. B</w:t>
      </w:r>
      <w:r>
        <w:rPr>
          <w:sz w:val="18"/>
          <w:szCs w:val="18"/>
        </w:rPr>
        <w:t>:</w:t>
      </w:r>
      <w:r>
        <w:rPr>
          <w:sz w:val="18"/>
          <w:szCs w:val="18"/>
        </w:rPr>
        <w:tab/>
        <w:t>_________________________</w:t>
      </w:r>
    </w:p>
    <w:p w14:paraId="0EB47EAB" w14:textId="77777777" w:rsidR="00F62202" w:rsidRDefault="00F62202" w:rsidP="00F62202">
      <w:pPr>
        <w:jc w:val="left"/>
        <w:rPr>
          <w:sz w:val="18"/>
          <w:szCs w:val="18"/>
        </w:rPr>
      </w:pPr>
    </w:p>
    <w:p w14:paraId="3D6C22D0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*Address: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______________________________________________________________________________</w:t>
      </w:r>
    </w:p>
    <w:p w14:paraId="78806458" w14:textId="77777777" w:rsidR="00F62202" w:rsidRDefault="00F62202" w:rsidP="00F62202">
      <w:pPr>
        <w:jc w:val="left"/>
        <w:rPr>
          <w:sz w:val="18"/>
          <w:szCs w:val="18"/>
        </w:rPr>
      </w:pPr>
    </w:p>
    <w:p w14:paraId="70967B8D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</w:t>
      </w:r>
      <w:r>
        <w:rPr>
          <w:sz w:val="18"/>
          <w:szCs w:val="18"/>
        </w:rPr>
        <w:tab/>
        <w:t>P/Code:</w:t>
      </w:r>
      <w:r>
        <w:rPr>
          <w:sz w:val="18"/>
          <w:szCs w:val="18"/>
        </w:rPr>
        <w:tab/>
        <w:t>_________________________</w:t>
      </w:r>
    </w:p>
    <w:p w14:paraId="580ECC87" w14:textId="77777777" w:rsidR="00F62202" w:rsidRDefault="00F62202" w:rsidP="00F62202">
      <w:pPr>
        <w:jc w:val="left"/>
        <w:rPr>
          <w:sz w:val="18"/>
          <w:szCs w:val="18"/>
        </w:rPr>
      </w:pPr>
    </w:p>
    <w:p w14:paraId="4AC93E12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*Contact Phone: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</w:t>
      </w:r>
      <w:r>
        <w:rPr>
          <w:sz w:val="18"/>
          <w:szCs w:val="18"/>
        </w:rPr>
        <w:tab/>
        <w:t>Mobile:</w:t>
      </w:r>
      <w:r>
        <w:rPr>
          <w:sz w:val="18"/>
          <w:szCs w:val="18"/>
        </w:rPr>
        <w:tab/>
        <w:t>_________________________</w:t>
      </w:r>
    </w:p>
    <w:p w14:paraId="255F0904" w14:textId="77777777" w:rsidR="00F62202" w:rsidRDefault="00F62202" w:rsidP="00F62202">
      <w:pPr>
        <w:jc w:val="left"/>
        <w:rPr>
          <w:sz w:val="18"/>
          <w:szCs w:val="18"/>
        </w:rPr>
      </w:pPr>
    </w:p>
    <w:p w14:paraId="49E99513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*Email Address: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______________________________________________________________________________</w:t>
      </w:r>
    </w:p>
    <w:p w14:paraId="2108E3B4" w14:textId="77777777" w:rsidR="00F62202" w:rsidRDefault="00F62202" w:rsidP="00F62202">
      <w:pPr>
        <w:jc w:val="left"/>
        <w:rPr>
          <w:sz w:val="18"/>
          <w:szCs w:val="18"/>
        </w:rPr>
      </w:pPr>
    </w:p>
    <w:p w14:paraId="6D143625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Occupation: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______________________________________________________________________________</w:t>
      </w:r>
    </w:p>
    <w:p w14:paraId="3B6E2DC4" w14:textId="77777777" w:rsidR="00F62202" w:rsidRDefault="00F62202" w:rsidP="00F62202">
      <w:pPr>
        <w:jc w:val="left"/>
        <w:rPr>
          <w:sz w:val="18"/>
          <w:szCs w:val="18"/>
        </w:rPr>
      </w:pPr>
    </w:p>
    <w:p w14:paraId="0CDE89A7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Bank Details: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Acc Name:</w:t>
      </w:r>
      <w:r>
        <w:rPr>
          <w:sz w:val="18"/>
          <w:szCs w:val="18"/>
        </w:rPr>
        <w:tab/>
        <w:t>_______________________________________________________________</w:t>
      </w:r>
    </w:p>
    <w:p w14:paraId="50539027" w14:textId="77777777" w:rsidR="00F62202" w:rsidRDefault="00F62202" w:rsidP="00F62202">
      <w:pPr>
        <w:jc w:val="left"/>
        <w:rPr>
          <w:sz w:val="18"/>
          <w:szCs w:val="18"/>
        </w:rPr>
      </w:pPr>
    </w:p>
    <w:p w14:paraId="30CE02C2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BSB:</w:t>
      </w:r>
      <w:r>
        <w:rPr>
          <w:sz w:val="18"/>
          <w:szCs w:val="18"/>
        </w:rPr>
        <w:tab/>
        <w:t>________________________________</w:t>
      </w:r>
      <w:r>
        <w:rPr>
          <w:sz w:val="18"/>
          <w:szCs w:val="18"/>
        </w:rPr>
        <w:tab/>
        <w:t>Acc No.</w:t>
      </w:r>
      <w:r>
        <w:rPr>
          <w:sz w:val="18"/>
          <w:szCs w:val="18"/>
        </w:rPr>
        <w:tab/>
        <w:t>_________________________</w:t>
      </w:r>
    </w:p>
    <w:p w14:paraId="6A4C971A" w14:textId="77777777" w:rsidR="00F62202" w:rsidRDefault="00F62202" w:rsidP="00F62202">
      <w:pPr>
        <w:jc w:val="left"/>
        <w:rPr>
          <w:sz w:val="18"/>
          <w:szCs w:val="18"/>
        </w:rPr>
      </w:pPr>
    </w:p>
    <w:p w14:paraId="174DBD5B" w14:textId="683AA504" w:rsidR="00F62202" w:rsidRDefault="00F62202" w:rsidP="00F62202">
      <w:pPr>
        <w:jc w:val="left"/>
        <w:rPr>
          <w:sz w:val="18"/>
          <w:szCs w:val="18"/>
        </w:rPr>
      </w:pPr>
      <w:r>
        <w:rPr>
          <w:noProof/>
          <w:sz w:val="18"/>
          <w:szCs w:val="18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5CE033" wp14:editId="411F48DA">
                <wp:simplePos x="0" y="0"/>
                <wp:positionH relativeFrom="column">
                  <wp:posOffset>4090035</wp:posOffset>
                </wp:positionH>
                <wp:positionV relativeFrom="paragraph">
                  <wp:posOffset>10795</wp:posOffset>
                </wp:positionV>
                <wp:extent cx="304800" cy="161925"/>
                <wp:effectExtent l="13335" t="10795" r="5715" b="825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108F3E" id="Rectangle 6" o:spid="_x0000_s1026" style="position:absolute;margin-left:322.05pt;margin-top:.85pt;width:24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"/>
            </w:pict>
          </mc:Fallback>
        </mc:AlternateContent>
      </w:r>
      <w:r>
        <w:rPr>
          <w:noProof/>
          <w:sz w:val="18"/>
          <w:szCs w:val="18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11B574" wp14:editId="444BA243">
                <wp:simplePos x="0" y="0"/>
                <wp:positionH relativeFrom="column">
                  <wp:posOffset>1384935</wp:posOffset>
                </wp:positionH>
                <wp:positionV relativeFrom="paragraph">
                  <wp:posOffset>10795</wp:posOffset>
                </wp:positionV>
                <wp:extent cx="314325" cy="161925"/>
                <wp:effectExtent l="13335" t="10795" r="5715" b="825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D24B67" id="Rectangle 5" o:spid="_x0000_s1026" style="position:absolute;margin-left:109.05pt;margin-top:.85pt;width:24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"/>
            </w:pict>
          </mc:Fallback>
        </mc:AlternateContent>
      </w:r>
      <w:r>
        <w:rPr>
          <w:sz w:val="18"/>
          <w:szCs w:val="18"/>
        </w:rPr>
        <w:t>Applying for: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Junior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Senior</w:t>
      </w:r>
    </w:p>
    <w:p w14:paraId="1C65F7AB" w14:textId="77777777" w:rsidR="00F62202" w:rsidRDefault="00F62202" w:rsidP="00F62202">
      <w:pPr>
        <w:jc w:val="left"/>
        <w:rPr>
          <w:sz w:val="18"/>
          <w:szCs w:val="18"/>
        </w:rPr>
      </w:pPr>
    </w:p>
    <w:p w14:paraId="0EDB2A06" w14:textId="77777777" w:rsidR="00F62202" w:rsidRDefault="00F62202" w:rsidP="00F62202">
      <w:pPr>
        <w:jc w:val="left"/>
        <w:rPr>
          <w:sz w:val="18"/>
          <w:szCs w:val="18"/>
        </w:rPr>
      </w:pPr>
    </w:p>
    <w:p w14:paraId="08E7E5ED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*Level of First Aid: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______________________________________________________________________________</w:t>
      </w:r>
    </w:p>
    <w:p w14:paraId="436C5BFC" w14:textId="77777777" w:rsidR="00F62202" w:rsidRDefault="00F62202" w:rsidP="00F62202">
      <w:pPr>
        <w:jc w:val="left"/>
        <w:rPr>
          <w:sz w:val="18"/>
          <w:szCs w:val="18"/>
        </w:rPr>
      </w:pPr>
    </w:p>
    <w:p w14:paraId="2F11B6CD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*First Aid Certificate No:</w:t>
      </w:r>
      <w:r>
        <w:rPr>
          <w:sz w:val="18"/>
          <w:szCs w:val="18"/>
        </w:rPr>
        <w:tab/>
        <w:t>______________________________________________________________________________</w:t>
      </w:r>
    </w:p>
    <w:p w14:paraId="559EB1A9" w14:textId="77777777" w:rsidR="00F62202" w:rsidRDefault="00F62202" w:rsidP="00F62202">
      <w:pPr>
        <w:jc w:val="left"/>
        <w:rPr>
          <w:sz w:val="18"/>
          <w:szCs w:val="18"/>
        </w:rPr>
      </w:pPr>
    </w:p>
    <w:p w14:paraId="44127C68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BlueCard Number: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</w:t>
      </w:r>
      <w:r>
        <w:rPr>
          <w:sz w:val="18"/>
          <w:szCs w:val="18"/>
        </w:rPr>
        <w:tab/>
        <w:t>E/Date:</w:t>
      </w:r>
      <w:r>
        <w:rPr>
          <w:sz w:val="18"/>
          <w:szCs w:val="18"/>
        </w:rPr>
        <w:tab/>
        <w:t>_________________________</w:t>
      </w:r>
    </w:p>
    <w:p w14:paraId="143B7DB9" w14:textId="77777777" w:rsidR="00F62202" w:rsidRDefault="00F62202" w:rsidP="00F62202">
      <w:pPr>
        <w:jc w:val="left"/>
        <w:rPr>
          <w:sz w:val="18"/>
          <w:szCs w:val="18"/>
        </w:rPr>
      </w:pPr>
    </w:p>
    <w:p w14:paraId="4952D0D0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Previous Club attended / if not Carina: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</w:t>
      </w:r>
    </w:p>
    <w:p w14:paraId="092194A8" w14:textId="77777777" w:rsidR="00F62202" w:rsidRDefault="00F62202" w:rsidP="00F62202">
      <w:pPr>
        <w:jc w:val="left"/>
        <w:rPr>
          <w:sz w:val="18"/>
          <w:szCs w:val="18"/>
        </w:rPr>
      </w:pPr>
    </w:p>
    <w:p w14:paraId="6850A362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Previous First Aid Experience: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</w:t>
      </w:r>
    </w:p>
    <w:p w14:paraId="7898C2D6" w14:textId="77777777" w:rsidR="00F62202" w:rsidRDefault="00F62202" w:rsidP="00F62202">
      <w:pPr>
        <w:jc w:val="left"/>
        <w:rPr>
          <w:sz w:val="18"/>
          <w:szCs w:val="18"/>
        </w:rPr>
      </w:pPr>
    </w:p>
    <w:p w14:paraId="17777C96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______________________________________________________________________________</w:t>
      </w:r>
    </w:p>
    <w:p w14:paraId="5DF34F3F" w14:textId="77777777" w:rsidR="00F62202" w:rsidRDefault="00F62202" w:rsidP="00F62202">
      <w:pPr>
        <w:jc w:val="left"/>
        <w:rPr>
          <w:sz w:val="18"/>
          <w:szCs w:val="18"/>
        </w:rPr>
      </w:pPr>
    </w:p>
    <w:p w14:paraId="5A340C09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ABN: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______________________________________________________________________________</w:t>
      </w:r>
    </w:p>
    <w:p w14:paraId="19BEA18B" w14:textId="5170C647" w:rsidR="00F62202" w:rsidRDefault="00F62202" w:rsidP="00F62202">
      <w:pPr>
        <w:jc w:val="left"/>
        <w:rPr>
          <w:sz w:val="18"/>
          <w:szCs w:val="18"/>
        </w:rPr>
      </w:pPr>
      <w:r>
        <w:rPr>
          <w:noProof/>
          <w:sz w:val="18"/>
          <w:szCs w:val="18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6B146F" wp14:editId="6F169C22">
                <wp:simplePos x="0" y="0"/>
                <wp:positionH relativeFrom="column">
                  <wp:posOffset>4080510</wp:posOffset>
                </wp:positionH>
                <wp:positionV relativeFrom="paragraph">
                  <wp:posOffset>120015</wp:posOffset>
                </wp:positionV>
                <wp:extent cx="314325" cy="161925"/>
                <wp:effectExtent l="13335" t="5715" r="5715" b="133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42A6AB" id="Rectangle 4" o:spid="_x0000_s1026" style="position:absolute;margin-left:321.3pt;margin-top:9.45pt;width:24.7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"/>
            </w:pict>
          </mc:Fallback>
        </mc:AlternateContent>
      </w:r>
      <w:r>
        <w:rPr>
          <w:noProof/>
          <w:sz w:val="18"/>
          <w:szCs w:val="18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FBB260" wp14:editId="78623964">
                <wp:simplePos x="0" y="0"/>
                <wp:positionH relativeFrom="column">
                  <wp:posOffset>2747010</wp:posOffset>
                </wp:positionH>
                <wp:positionV relativeFrom="paragraph">
                  <wp:posOffset>120015</wp:posOffset>
                </wp:positionV>
                <wp:extent cx="314325" cy="161925"/>
                <wp:effectExtent l="13335" t="5715" r="5715" b="133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EE3F01" id="Rectangle 3" o:spid="_x0000_s1026" style="position:absolute;margin-left:216.3pt;margin-top:9.45pt;width:24.7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"/>
            </w:pict>
          </mc:Fallback>
        </mc:AlternateContent>
      </w:r>
      <w:r>
        <w:rPr>
          <w:noProof/>
          <w:sz w:val="18"/>
          <w:szCs w:val="18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6F4BA" wp14:editId="2E69D63E">
                <wp:simplePos x="0" y="0"/>
                <wp:positionH relativeFrom="column">
                  <wp:posOffset>1384935</wp:posOffset>
                </wp:positionH>
                <wp:positionV relativeFrom="paragraph">
                  <wp:posOffset>120015</wp:posOffset>
                </wp:positionV>
                <wp:extent cx="314325" cy="161925"/>
                <wp:effectExtent l="13335" t="5715" r="5715" b="1333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8C60E7" id="Rectangle 1" o:spid="_x0000_s1026" style="position:absolute;margin-left:109.05pt;margin-top:9.45pt;width:24.7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"/>
            </w:pict>
          </mc:Fallback>
        </mc:AlternateContent>
      </w:r>
    </w:p>
    <w:p w14:paraId="41481708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Level of Sports Trainer: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Level 1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Level 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Other ____________________</w:t>
      </w:r>
    </w:p>
    <w:p w14:paraId="05A856F7" w14:textId="77777777" w:rsidR="00F62202" w:rsidRDefault="00F62202" w:rsidP="00F62202">
      <w:pPr>
        <w:jc w:val="left"/>
        <w:rPr>
          <w:sz w:val="18"/>
          <w:szCs w:val="18"/>
        </w:rPr>
      </w:pPr>
    </w:p>
    <w:p w14:paraId="261CF908" w14:textId="77777777" w:rsidR="00F62202" w:rsidRDefault="00F62202" w:rsidP="00F62202">
      <w:pPr>
        <w:jc w:val="left"/>
        <w:rPr>
          <w:sz w:val="18"/>
          <w:szCs w:val="18"/>
        </w:rPr>
      </w:pPr>
    </w:p>
    <w:p w14:paraId="408A5D55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Senior Strapping Experience: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_______________________________________________________________</w:t>
      </w:r>
    </w:p>
    <w:p w14:paraId="172B4CEA" w14:textId="77777777" w:rsidR="00F62202" w:rsidRDefault="00F62202" w:rsidP="00F62202">
      <w:pPr>
        <w:jc w:val="left"/>
        <w:rPr>
          <w:sz w:val="18"/>
          <w:szCs w:val="18"/>
        </w:rPr>
      </w:pPr>
    </w:p>
    <w:p w14:paraId="733267F9" w14:textId="77777777" w:rsidR="00F62202" w:rsidRDefault="00F62202" w:rsidP="00F62202">
      <w:pPr>
        <w:jc w:val="left"/>
        <w:rPr>
          <w:sz w:val="18"/>
          <w:szCs w:val="18"/>
        </w:rPr>
      </w:pPr>
    </w:p>
    <w:p w14:paraId="6FCBB9C9" w14:textId="77777777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I wish to become a member of Carina Junior Rugby League Football Club Inc. and will abide by the Rules, By-Laws and Conditions of the Constitution of the Club.</w:t>
      </w:r>
    </w:p>
    <w:p w14:paraId="1193121E" w14:textId="2625ED99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I hereby give my consent for a Suitability Notice for a Volunteer check to be carried out as required under Queensland State Laws.</w:t>
      </w:r>
    </w:p>
    <w:p w14:paraId="4EF6649D" w14:textId="394D9553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 xml:space="preserve">I have attached a copy of my </w:t>
      </w:r>
      <w:r w:rsidR="001E152E">
        <w:rPr>
          <w:sz w:val="18"/>
          <w:szCs w:val="18"/>
        </w:rPr>
        <w:t>BlueCard</w:t>
      </w:r>
      <w:r>
        <w:rPr>
          <w:sz w:val="18"/>
          <w:szCs w:val="18"/>
        </w:rPr>
        <w:t xml:space="preserve"> or have submitted an application with QLD Working with Children Check via Carina JRLFC.</w:t>
      </w:r>
    </w:p>
    <w:p w14:paraId="5FB19545" w14:textId="0D3E22B8" w:rsidR="00F62202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Voting rights are available to fully financial members.</w:t>
      </w:r>
    </w:p>
    <w:p w14:paraId="3AB870C7" w14:textId="77777777" w:rsidR="00F62202" w:rsidRDefault="00F62202" w:rsidP="00F62202">
      <w:pPr>
        <w:jc w:val="left"/>
        <w:rPr>
          <w:sz w:val="18"/>
          <w:szCs w:val="18"/>
        </w:rPr>
      </w:pPr>
    </w:p>
    <w:p w14:paraId="50CB4DAC" w14:textId="77777777" w:rsidR="00F62202" w:rsidRPr="00543E53" w:rsidRDefault="00F62202" w:rsidP="00F62202">
      <w:pPr>
        <w:jc w:val="left"/>
        <w:rPr>
          <w:sz w:val="18"/>
          <w:szCs w:val="18"/>
        </w:rPr>
      </w:pPr>
      <w:r>
        <w:rPr>
          <w:sz w:val="18"/>
          <w:szCs w:val="18"/>
        </w:rPr>
        <w:t>Signed: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________________________________________</w:t>
      </w:r>
      <w:r>
        <w:rPr>
          <w:sz w:val="18"/>
          <w:szCs w:val="18"/>
        </w:rPr>
        <w:tab/>
        <w:t>Date:</w:t>
      </w:r>
      <w:r>
        <w:rPr>
          <w:sz w:val="18"/>
          <w:szCs w:val="18"/>
        </w:rPr>
        <w:tab/>
        <w:t>_________________________</w:t>
      </w:r>
    </w:p>
    <w:p w14:paraId="08242B56" w14:textId="77777777" w:rsidR="001E7212" w:rsidRPr="00F32C5A" w:rsidRDefault="001E7212" w:rsidP="0089602A">
      <w:pPr>
        <w:spacing w:after="120"/>
        <w:jc w:val="left"/>
        <w:rPr>
          <w:rFonts w:cs="Arial"/>
          <w:spacing w:val="0"/>
          <w:sz w:val="22"/>
          <w:szCs w:val="22"/>
        </w:rPr>
      </w:pPr>
      <w:r w:rsidRPr="00F32C5A">
        <w:rPr>
          <w:rFonts w:cs="Arial"/>
          <w:b/>
          <w:i/>
          <w:spacing w:val="0"/>
          <w:sz w:val="22"/>
          <w:szCs w:val="22"/>
        </w:rPr>
        <w:t xml:space="preserve"> </w:t>
      </w:r>
    </w:p>
    <w:sectPr w:rsidR="001E7212" w:rsidRPr="00F32C5A" w:rsidSect="003275AD">
      <w:headerReference w:type="first" r:id="rId8"/>
      <w:footerReference w:type="first" r:id="rId9"/>
      <w:type w:val="continuous"/>
      <w:pgSz w:w="11900" w:h="16840" w:code="1"/>
      <w:pgMar w:top="851" w:right="1134" w:bottom="85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D0F49" w14:textId="77777777" w:rsidR="00D56D95" w:rsidRDefault="00D56D95">
      <w:r>
        <w:separator/>
      </w:r>
    </w:p>
  </w:endnote>
  <w:endnote w:type="continuationSeparator" w:id="0">
    <w:p w14:paraId="4DF1FAFC" w14:textId="77777777" w:rsidR="00D56D95" w:rsidRDefault="00D56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D13C" w14:textId="77777777" w:rsidR="00127190" w:rsidRDefault="00127190">
    <w:pPr>
      <w:pStyle w:val="Footer"/>
    </w:pPr>
  </w:p>
  <w:p w14:paraId="5E04BD37" w14:textId="77777777" w:rsidR="00127190" w:rsidRDefault="00F57571" w:rsidP="00F57571">
    <w:pPr>
      <w:pStyle w:val="Footer"/>
      <w:ind w:left="-1134"/>
    </w:pPr>
    <w:r>
      <w:rPr>
        <w:noProof/>
        <w:lang w:eastAsia="en-AU"/>
      </w:rPr>
      <w:drawing>
        <wp:inline distT="0" distB="0" distL="0" distR="0" wp14:anchorId="4EFB87D2" wp14:editId="22966752">
          <wp:extent cx="7530465" cy="1420562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65" cy="14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D6E2CC" w14:textId="77777777" w:rsidR="00D56D95" w:rsidRDefault="00D56D95">
      <w:r>
        <w:separator/>
      </w:r>
    </w:p>
  </w:footnote>
  <w:footnote w:type="continuationSeparator" w:id="0">
    <w:p w14:paraId="0287A2AE" w14:textId="77777777" w:rsidR="00D56D95" w:rsidRDefault="00D56D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D9EE" w14:textId="0D0F79B7" w:rsidR="00127190" w:rsidRDefault="003275AD" w:rsidP="00F57571">
    <w:pPr>
      <w:pStyle w:val="Header"/>
      <w:tabs>
        <w:tab w:val="clear" w:pos="4320"/>
        <w:tab w:val="clear" w:pos="8640"/>
        <w:tab w:val="center" w:pos="4986"/>
        <w:tab w:val="right" w:pos="9972"/>
      </w:tabs>
      <w:ind w:left="-1134"/>
    </w:pPr>
    <w:r>
      <w:rPr>
        <w:noProof/>
        <w:lang w:eastAsia="en-AU"/>
      </w:rPr>
      <w:drawing>
        <wp:inline distT="0" distB="0" distL="0" distR="0" wp14:anchorId="1B2A3D12" wp14:editId="716FDC61">
          <wp:extent cx="7530465" cy="2097884"/>
          <wp:effectExtent l="0" t="0" r="0" b="10795"/>
          <wp:docPr id="2" name="Picture 2" descr="Macintosh HD:Users:phillaptop:Desktop:Screen Shot 2016-08-22 at 7.21.53 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phillaptop:Desktop:Screen Shot 2016-08-22 at 7.21.53 a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0465" cy="20978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666C90" w14:textId="77AE7013" w:rsidR="00127190" w:rsidRDefault="00127190" w:rsidP="003275AD">
    <w:pPr>
      <w:pStyle w:val="Header"/>
      <w:ind w:left="-1134" w:right="-113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0DC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1EB8C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88C3E9E"/>
    <w:multiLevelType w:val="singleLevel"/>
    <w:tmpl w:val="37E252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3E45D1"/>
    <w:multiLevelType w:val="hybridMultilevel"/>
    <w:tmpl w:val="67BA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108CF"/>
    <w:multiLevelType w:val="hybridMultilevel"/>
    <w:tmpl w:val="97EE074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3308BB"/>
    <w:multiLevelType w:val="hybridMultilevel"/>
    <w:tmpl w:val="5E08C28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891EA8"/>
    <w:multiLevelType w:val="hybridMultilevel"/>
    <w:tmpl w:val="757C81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F1721"/>
    <w:multiLevelType w:val="hybridMultilevel"/>
    <w:tmpl w:val="EC868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82"/>
    <w:rsid w:val="00004CF7"/>
    <w:rsid w:val="00011AB6"/>
    <w:rsid w:val="000152C3"/>
    <w:rsid w:val="00016F18"/>
    <w:rsid w:val="000246C5"/>
    <w:rsid w:val="00024C15"/>
    <w:rsid w:val="000276C1"/>
    <w:rsid w:val="00031CB5"/>
    <w:rsid w:val="00033652"/>
    <w:rsid w:val="000458BA"/>
    <w:rsid w:val="000556EB"/>
    <w:rsid w:val="00056B0B"/>
    <w:rsid w:val="00060408"/>
    <w:rsid w:val="0006081C"/>
    <w:rsid w:val="00062CBE"/>
    <w:rsid w:val="0007431E"/>
    <w:rsid w:val="00080277"/>
    <w:rsid w:val="00080701"/>
    <w:rsid w:val="000963A8"/>
    <w:rsid w:val="000A0875"/>
    <w:rsid w:val="000C17D1"/>
    <w:rsid w:val="000D2A1E"/>
    <w:rsid w:val="000D65EE"/>
    <w:rsid w:val="000E0C19"/>
    <w:rsid w:val="000E664E"/>
    <w:rsid w:val="000F6F49"/>
    <w:rsid w:val="000F7671"/>
    <w:rsid w:val="001030B9"/>
    <w:rsid w:val="00115559"/>
    <w:rsid w:val="00115E34"/>
    <w:rsid w:val="001218F8"/>
    <w:rsid w:val="00121944"/>
    <w:rsid w:val="00122280"/>
    <w:rsid w:val="00127190"/>
    <w:rsid w:val="00135882"/>
    <w:rsid w:val="00135A42"/>
    <w:rsid w:val="00151DBB"/>
    <w:rsid w:val="0015223E"/>
    <w:rsid w:val="00152891"/>
    <w:rsid w:val="001535AE"/>
    <w:rsid w:val="00156DDA"/>
    <w:rsid w:val="00160FB1"/>
    <w:rsid w:val="00174B37"/>
    <w:rsid w:val="001850A0"/>
    <w:rsid w:val="001C20EF"/>
    <w:rsid w:val="001D0C76"/>
    <w:rsid w:val="001E152E"/>
    <w:rsid w:val="001E18F5"/>
    <w:rsid w:val="001E3DD9"/>
    <w:rsid w:val="001E7212"/>
    <w:rsid w:val="001F13EF"/>
    <w:rsid w:val="001F521F"/>
    <w:rsid w:val="001F5EB4"/>
    <w:rsid w:val="0021301D"/>
    <w:rsid w:val="002153CD"/>
    <w:rsid w:val="00222F02"/>
    <w:rsid w:val="00233AA0"/>
    <w:rsid w:val="0024074F"/>
    <w:rsid w:val="00242730"/>
    <w:rsid w:val="00243A42"/>
    <w:rsid w:val="00244058"/>
    <w:rsid w:val="0024536B"/>
    <w:rsid w:val="00250D4D"/>
    <w:rsid w:val="002538B8"/>
    <w:rsid w:val="002558FF"/>
    <w:rsid w:val="00261617"/>
    <w:rsid w:val="002618CD"/>
    <w:rsid w:val="00272588"/>
    <w:rsid w:val="00277A5C"/>
    <w:rsid w:val="00292319"/>
    <w:rsid w:val="002A13FA"/>
    <w:rsid w:val="002A1698"/>
    <w:rsid w:val="002A4D12"/>
    <w:rsid w:val="002B4186"/>
    <w:rsid w:val="002B62C4"/>
    <w:rsid w:val="002C3730"/>
    <w:rsid w:val="002C46E1"/>
    <w:rsid w:val="002C4C87"/>
    <w:rsid w:val="002C742B"/>
    <w:rsid w:val="002D2BE5"/>
    <w:rsid w:val="002E35F1"/>
    <w:rsid w:val="002F5F83"/>
    <w:rsid w:val="00302584"/>
    <w:rsid w:val="00304BA1"/>
    <w:rsid w:val="00306ECE"/>
    <w:rsid w:val="00312E82"/>
    <w:rsid w:val="00317B65"/>
    <w:rsid w:val="00323643"/>
    <w:rsid w:val="003275AD"/>
    <w:rsid w:val="00331B28"/>
    <w:rsid w:val="00332536"/>
    <w:rsid w:val="00334BA5"/>
    <w:rsid w:val="00337BB6"/>
    <w:rsid w:val="00345F55"/>
    <w:rsid w:val="00354C88"/>
    <w:rsid w:val="0038040A"/>
    <w:rsid w:val="00381B06"/>
    <w:rsid w:val="00384EE9"/>
    <w:rsid w:val="003B2234"/>
    <w:rsid w:val="003B29D3"/>
    <w:rsid w:val="003D03C5"/>
    <w:rsid w:val="003D2C6F"/>
    <w:rsid w:val="003D74F1"/>
    <w:rsid w:val="003E2E49"/>
    <w:rsid w:val="003E48D4"/>
    <w:rsid w:val="003E6558"/>
    <w:rsid w:val="003F3DA7"/>
    <w:rsid w:val="003F5B4F"/>
    <w:rsid w:val="003F5EC7"/>
    <w:rsid w:val="004042C9"/>
    <w:rsid w:val="00406F90"/>
    <w:rsid w:val="00412983"/>
    <w:rsid w:val="00415469"/>
    <w:rsid w:val="00422050"/>
    <w:rsid w:val="00424078"/>
    <w:rsid w:val="00427A74"/>
    <w:rsid w:val="00427F5C"/>
    <w:rsid w:val="0043403F"/>
    <w:rsid w:val="00442046"/>
    <w:rsid w:val="0044304C"/>
    <w:rsid w:val="004451C2"/>
    <w:rsid w:val="00461074"/>
    <w:rsid w:val="00462476"/>
    <w:rsid w:val="00463ED9"/>
    <w:rsid w:val="00465431"/>
    <w:rsid w:val="004679A4"/>
    <w:rsid w:val="00470F3E"/>
    <w:rsid w:val="004719CF"/>
    <w:rsid w:val="004867DF"/>
    <w:rsid w:val="00490D2D"/>
    <w:rsid w:val="00490FD1"/>
    <w:rsid w:val="00491490"/>
    <w:rsid w:val="004B5A38"/>
    <w:rsid w:val="004C2B81"/>
    <w:rsid w:val="004C30A7"/>
    <w:rsid w:val="004D2844"/>
    <w:rsid w:val="004D55D3"/>
    <w:rsid w:val="004D5AFA"/>
    <w:rsid w:val="004E57F1"/>
    <w:rsid w:val="004E710E"/>
    <w:rsid w:val="004F5F1A"/>
    <w:rsid w:val="004F7334"/>
    <w:rsid w:val="0050274F"/>
    <w:rsid w:val="00505896"/>
    <w:rsid w:val="00506229"/>
    <w:rsid w:val="005159AC"/>
    <w:rsid w:val="00527F0F"/>
    <w:rsid w:val="00531CBB"/>
    <w:rsid w:val="00535595"/>
    <w:rsid w:val="00543760"/>
    <w:rsid w:val="00543FAF"/>
    <w:rsid w:val="00550635"/>
    <w:rsid w:val="0055351A"/>
    <w:rsid w:val="00555788"/>
    <w:rsid w:val="00561FC0"/>
    <w:rsid w:val="0056796F"/>
    <w:rsid w:val="00582CEE"/>
    <w:rsid w:val="0059261A"/>
    <w:rsid w:val="00593307"/>
    <w:rsid w:val="0059655D"/>
    <w:rsid w:val="005A54B7"/>
    <w:rsid w:val="005B2ABE"/>
    <w:rsid w:val="005B398C"/>
    <w:rsid w:val="005B5F12"/>
    <w:rsid w:val="005B6824"/>
    <w:rsid w:val="005C4F65"/>
    <w:rsid w:val="005D07D6"/>
    <w:rsid w:val="005D1A4C"/>
    <w:rsid w:val="005E0CD7"/>
    <w:rsid w:val="005E1E12"/>
    <w:rsid w:val="005E5141"/>
    <w:rsid w:val="005E5BB9"/>
    <w:rsid w:val="005F1883"/>
    <w:rsid w:val="006061A0"/>
    <w:rsid w:val="00637E00"/>
    <w:rsid w:val="00641F2E"/>
    <w:rsid w:val="006507A1"/>
    <w:rsid w:val="006543B1"/>
    <w:rsid w:val="0065594B"/>
    <w:rsid w:val="00670817"/>
    <w:rsid w:val="00682FDD"/>
    <w:rsid w:val="00684E0C"/>
    <w:rsid w:val="00694CFD"/>
    <w:rsid w:val="00694D04"/>
    <w:rsid w:val="00696836"/>
    <w:rsid w:val="006A4FC3"/>
    <w:rsid w:val="006B0411"/>
    <w:rsid w:val="006B1A27"/>
    <w:rsid w:val="006B28B6"/>
    <w:rsid w:val="006B75B5"/>
    <w:rsid w:val="006C2606"/>
    <w:rsid w:val="006C6FC8"/>
    <w:rsid w:val="006C7265"/>
    <w:rsid w:val="006C7CA3"/>
    <w:rsid w:val="006D4CF9"/>
    <w:rsid w:val="006E32F2"/>
    <w:rsid w:val="006E6058"/>
    <w:rsid w:val="006E6777"/>
    <w:rsid w:val="006F5B45"/>
    <w:rsid w:val="00707BD6"/>
    <w:rsid w:val="0072515A"/>
    <w:rsid w:val="0072659C"/>
    <w:rsid w:val="00732A92"/>
    <w:rsid w:val="007352C5"/>
    <w:rsid w:val="007376E7"/>
    <w:rsid w:val="00741A02"/>
    <w:rsid w:val="00744406"/>
    <w:rsid w:val="00750350"/>
    <w:rsid w:val="00751635"/>
    <w:rsid w:val="007528A5"/>
    <w:rsid w:val="00753AD1"/>
    <w:rsid w:val="00754FB9"/>
    <w:rsid w:val="00764D85"/>
    <w:rsid w:val="00771354"/>
    <w:rsid w:val="00777D48"/>
    <w:rsid w:val="00784BD0"/>
    <w:rsid w:val="00785126"/>
    <w:rsid w:val="00786758"/>
    <w:rsid w:val="00786810"/>
    <w:rsid w:val="00793FF8"/>
    <w:rsid w:val="007958F4"/>
    <w:rsid w:val="00795B89"/>
    <w:rsid w:val="007B42C7"/>
    <w:rsid w:val="007B4425"/>
    <w:rsid w:val="007C60E4"/>
    <w:rsid w:val="007D15F3"/>
    <w:rsid w:val="007D606A"/>
    <w:rsid w:val="007E4A64"/>
    <w:rsid w:val="00802A1F"/>
    <w:rsid w:val="0080633B"/>
    <w:rsid w:val="0081040C"/>
    <w:rsid w:val="00815C6F"/>
    <w:rsid w:val="00817439"/>
    <w:rsid w:val="00831DD4"/>
    <w:rsid w:val="0083755C"/>
    <w:rsid w:val="008426C6"/>
    <w:rsid w:val="008432DF"/>
    <w:rsid w:val="008503E4"/>
    <w:rsid w:val="0085391B"/>
    <w:rsid w:val="00856F2E"/>
    <w:rsid w:val="008776C4"/>
    <w:rsid w:val="00880529"/>
    <w:rsid w:val="008831B5"/>
    <w:rsid w:val="0089147F"/>
    <w:rsid w:val="00893538"/>
    <w:rsid w:val="00893FDF"/>
    <w:rsid w:val="0089602A"/>
    <w:rsid w:val="008B45FF"/>
    <w:rsid w:val="008B6126"/>
    <w:rsid w:val="008C11D2"/>
    <w:rsid w:val="008C1251"/>
    <w:rsid w:val="008D790C"/>
    <w:rsid w:val="008E365B"/>
    <w:rsid w:val="008F6089"/>
    <w:rsid w:val="0090142C"/>
    <w:rsid w:val="009023A5"/>
    <w:rsid w:val="0091088C"/>
    <w:rsid w:val="00911302"/>
    <w:rsid w:val="00920252"/>
    <w:rsid w:val="00933060"/>
    <w:rsid w:val="00940009"/>
    <w:rsid w:val="00941170"/>
    <w:rsid w:val="00942A40"/>
    <w:rsid w:val="00944601"/>
    <w:rsid w:val="00945240"/>
    <w:rsid w:val="009508FF"/>
    <w:rsid w:val="00951856"/>
    <w:rsid w:val="009601D2"/>
    <w:rsid w:val="00962A2B"/>
    <w:rsid w:val="00972725"/>
    <w:rsid w:val="0097496A"/>
    <w:rsid w:val="00974C06"/>
    <w:rsid w:val="009759D0"/>
    <w:rsid w:val="009847CB"/>
    <w:rsid w:val="00984E29"/>
    <w:rsid w:val="00987114"/>
    <w:rsid w:val="00993E08"/>
    <w:rsid w:val="00994714"/>
    <w:rsid w:val="00997BD3"/>
    <w:rsid w:val="009A6FDE"/>
    <w:rsid w:val="009C54AA"/>
    <w:rsid w:val="009C7902"/>
    <w:rsid w:val="009C7EB1"/>
    <w:rsid w:val="009D206F"/>
    <w:rsid w:val="009D29E0"/>
    <w:rsid w:val="009D58EA"/>
    <w:rsid w:val="009E3936"/>
    <w:rsid w:val="009E5945"/>
    <w:rsid w:val="009E5CFD"/>
    <w:rsid w:val="009E6A96"/>
    <w:rsid w:val="009E7B76"/>
    <w:rsid w:val="009F0693"/>
    <w:rsid w:val="009F10A1"/>
    <w:rsid w:val="009F24D7"/>
    <w:rsid w:val="009F7A25"/>
    <w:rsid w:val="00A01036"/>
    <w:rsid w:val="00A05FAA"/>
    <w:rsid w:val="00A067F3"/>
    <w:rsid w:val="00A07301"/>
    <w:rsid w:val="00A131E7"/>
    <w:rsid w:val="00A13E79"/>
    <w:rsid w:val="00A207E6"/>
    <w:rsid w:val="00A26BF7"/>
    <w:rsid w:val="00A36D48"/>
    <w:rsid w:val="00A37FD7"/>
    <w:rsid w:val="00A47FD2"/>
    <w:rsid w:val="00A50234"/>
    <w:rsid w:val="00A56063"/>
    <w:rsid w:val="00A60529"/>
    <w:rsid w:val="00A60BBC"/>
    <w:rsid w:val="00A670F4"/>
    <w:rsid w:val="00A67298"/>
    <w:rsid w:val="00A732CC"/>
    <w:rsid w:val="00A80044"/>
    <w:rsid w:val="00A8066F"/>
    <w:rsid w:val="00A86963"/>
    <w:rsid w:val="00A92DC7"/>
    <w:rsid w:val="00A97DE7"/>
    <w:rsid w:val="00AC2DD8"/>
    <w:rsid w:val="00AC5DB3"/>
    <w:rsid w:val="00AC6F4D"/>
    <w:rsid w:val="00AD1C35"/>
    <w:rsid w:val="00AD2020"/>
    <w:rsid w:val="00B004E1"/>
    <w:rsid w:val="00B0064E"/>
    <w:rsid w:val="00B00C44"/>
    <w:rsid w:val="00B00D98"/>
    <w:rsid w:val="00B05F17"/>
    <w:rsid w:val="00B103B3"/>
    <w:rsid w:val="00B11219"/>
    <w:rsid w:val="00B24C8A"/>
    <w:rsid w:val="00B270E0"/>
    <w:rsid w:val="00B41306"/>
    <w:rsid w:val="00B42A77"/>
    <w:rsid w:val="00B43AD3"/>
    <w:rsid w:val="00B44680"/>
    <w:rsid w:val="00B527B6"/>
    <w:rsid w:val="00B71752"/>
    <w:rsid w:val="00B84D96"/>
    <w:rsid w:val="00B85DA0"/>
    <w:rsid w:val="00BA4957"/>
    <w:rsid w:val="00BA5E85"/>
    <w:rsid w:val="00BA6477"/>
    <w:rsid w:val="00BB2EC7"/>
    <w:rsid w:val="00BB69C1"/>
    <w:rsid w:val="00BC0ADB"/>
    <w:rsid w:val="00BC14E5"/>
    <w:rsid w:val="00BC2849"/>
    <w:rsid w:val="00BC6847"/>
    <w:rsid w:val="00BD0A35"/>
    <w:rsid w:val="00BD1DB0"/>
    <w:rsid w:val="00BE2019"/>
    <w:rsid w:val="00BE5C01"/>
    <w:rsid w:val="00BF118D"/>
    <w:rsid w:val="00BF410A"/>
    <w:rsid w:val="00BF76D9"/>
    <w:rsid w:val="00C05A39"/>
    <w:rsid w:val="00C145EC"/>
    <w:rsid w:val="00C423C9"/>
    <w:rsid w:val="00C52F86"/>
    <w:rsid w:val="00C62239"/>
    <w:rsid w:val="00C92294"/>
    <w:rsid w:val="00C92EBD"/>
    <w:rsid w:val="00C93CD6"/>
    <w:rsid w:val="00CB387A"/>
    <w:rsid w:val="00CC7A50"/>
    <w:rsid w:val="00CD18BA"/>
    <w:rsid w:val="00CE0D5E"/>
    <w:rsid w:val="00CE1F0A"/>
    <w:rsid w:val="00CE4ED4"/>
    <w:rsid w:val="00CF0887"/>
    <w:rsid w:val="00CF53C6"/>
    <w:rsid w:val="00CF7EBA"/>
    <w:rsid w:val="00D0036E"/>
    <w:rsid w:val="00D06211"/>
    <w:rsid w:val="00D062FD"/>
    <w:rsid w:val="00D10E52"/>
    <w:rsid w:val="00D11A33"/>
    <w:rsid w:val="00D159D5"/>
    <w:rsid w:val="00D16D87"/>
    <w:rsid w:val="00D17138"/>
    <w:rsid w:val="00D21756"/>
    <w:rsid w:val="00D27873"/>
    <w:rsid w:val="00D42445"/>
    <w:rsid w:val="00D51479"/>
    <w:rsid w:val="00D51F54"/>
    <w:rsid w:val="00D56D95"/>
    <w:rsid w:val="00D601C1"/>
    <w:rsid w:val="00D60A3C"/>
    <w:rsid w:val="00D6143D"/>
    <w:rsid w:val="00D661A7"/>
    <w:rsid w:val="00D76C8C"/>
    <w:rsid w:val="00D83E38"/>
    <w:rsid w:val="00D90FB6"/>
    <w:rsid w:val="00DB3266"/>
    <w:rsid w:val="00DB4B03"/>
    <w:rsid w:val="00DB644C"/>
    <w:rsid w:val="00DC62E3"/>
    <w:rsid w:val="00DD31AF"/>
    <w:rsid w:val="00DD3A36"/>
    <w:rsid w:val="00DD5612"/>
    <w:rsid w:val="00DF31A7"/>
    <w:rsid w:val="00E048EB"/>
    <w:rsid w:val="00E07066"/>
    <w:rsid w:val="00E07481"/>
    <w:rsid w:val="00E11B9B"/>
    <w:rsid w:val="00E12C73"/>
    <w:rsid w:val="00E12F39"/>
    <w:rsid w:val="00E16CFC"/>
    <w:rsid w:val="00E360E8"/>
    <w:rsid w:val="00E426AF"/>
    <w:rsid w:val="00E42786"/>
    <w:rsid w:val="00E6121E"/>
    <w:rsid w:val="00E6349C"/>
    <w:rsid w:val="00E634CD"/>
    <w:rsid w:val="00E6481B"/>
    <w:rsid w:val="00E66A99"/>
    <w:rsid w:val="00E71D1C"/>
    <w:rsid w:val="00E818DD"/>
    <w:rsid w:val="00E82C3D"/>
    <w:rsid w:val="00E8319F"/>
    <w:rsid w:val="00E833BD"/>
    <w:rsid w:val="00E83451"/>
    <w:rsid w:val="00E84B05"/>
    <w:rsid w:val="00E85D23"/>
    <w:rsid w:val="00E90B93"/>
    <w:rsid w:val="00EA0944"/>
    <w:rsid w:val="00ED2F09"/>
    <w:rsid w:val="00ED41D3"/>
    <w:rsid w:val="00EE0717"/>
    <w:rsid w:val="00EF413B"/>
    <w:rsid w:val="00EF723A"/>
    <w:rsid w:val="00F07D59"/>
    <w:rsid w:val="00F24EB8"/>
    <w:rsid w:val="00F32C5A"/>
    <w:rsid w:val="00F34091"/>
    <w:rsid w:val="00F45B71"/>
    <w:rsid w:val="00F50051"/>
    <w:rsid w:val="00F5035F"/>
    <w:rsid w:val="00F56484"/>
    <w:rsid w:val="00F57571"/>
    <w:rsid w:val="00F62202"/>
    <w:rsid w:val="00F62456"/>
    <w:rsid w:val="00F67DD2"/>
    <w:rsid w:val="00F71142"/>
    <w:rsid w:val="00F73BDD"/>
    <w:rsid w:val="00F77749"/>
    <w:rsid w:val="00F80C5F"/>
    <w:rsid w:val="00F85603"/>
    <w:rsid w:val="00F919B2"/>
    <w:rsid w:val="00F93418"/>
    <w:rsid w:val="00F9399E"/>
    <w:rsid w:val="00F93E25"/>
    <w:rsid w:val="00FA57FE"/>
    <w:rsid w:val="00FB1678"/>
    <w:rsid w:val="00FB431D"/>
    <w:rsid w:val="00FB7DBF"/>
    <w:rsid w:val="00FC1A76"/>
    <w:rsid w:val="00FC2124"/>
    <w:rsid w:val="00FC3033"/>
    <w:rsid w:val="00FD7933"/>
    <w:rsid w:val="00FE0C75"/>
    <w:rsid w:val="00FE11BC"/>
    <w:rsid w:val="00FF4158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3E7B2"/>
  <w15:docId w15:val="{084BAFAA-4D4F-406C-8430-E26C4F65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A4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4679A4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link w:val="Heading2Char"/>
    <w:uiPriority w:val="99"/>
    <w:qFormat/>
    <w:rsid w:val="004679A4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4679A4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4679A4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4679A4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link w:val="Heading6Char"/>
    <w:uiPriority w:val="99"/>
    <w:qFormat/>
    <w:rsid w:val="004679A4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CC5"/>
    <w:rPr>
      <w:rFonts w:asciiTheme="majorHAnsi" w:eastAsiaTheme="majorEastAsia" w:hAnsiTheme="majorHAnsi" w:cstheme="majorBidi"/>
      <w:b/>
      <w:bCs/>
      <w:spacing w:val="-5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CC5"/>
    <w:rPr>
      <w:rFonts w:asciiTheme="majorHAnsi" w:eastAsiaTheme="majorEastAsia" w:hAnsiTheme="majorHAnsi" w:cstheme="majorBidi"/>
      <w:b/>
      <w:bCs/>
      <w:i/>
      <w:iCs/>
      <w:spacing w:val="-5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CC5"/>
    <w:rPr>
      <w:rFonts w:asciiTheme="majorHAnsi" w:eastAsiaTheme="majorEastAsia" w:hAnsiTheme="majorHAnsi" w:cstheme="majorBidi"/>
      <w:b/>
      <w:bCs/>
      <w:spacing w:val="-5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CC5"/>
    <w:rPr>
      <w:rFonts w:asciiTheme="minorHAnsi" w:eastAsiaTheme="minorEastAsia" w:hAnsiTheme="minorHAnsi" w:cstheme="minorBidi"/>
      <w:b/>
      <w:bCs/>
      <w:i/>
      <w:iCs/>
      <w:spacing w:val="-5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lang w:eastAsia="en-US"/>
    </w:rPr>
  </w:style>
  <w:style w:type="paragraph" w:customStyle="1" w:styleId="AttentionLine">
    <w:name w:val="Attention Line"/>
    <w:basedOn w:val="Normal"/>
    <w:next w:val="Salutation"/>
    <w:uiPriority w:val="99"/>
    <w:rsid w:val="004679A4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link w:val="SalutationChar"/>
    <w:uiPriority w:val="99"/>
    <w:rsid w:val="004679A4"/>
    <w:pPr>
      <w:spacing w:before="220" w:after="220" w:line="220" w:lineRule="atLeast"/>
      <w:jc w:val="left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4679A4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cList">
    <w:name w:val="Cc List"/>
    <w:basedOn w:val="Normal"/>
    <w:uiPriority w:val="99"/>
    <w:rsid w:val="004679A4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679A4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Signature">
    <w:name w:val="Signature"/>
    <w:basedOn w:val="Normal"/>
    <w:next w:val="SignatureJobTitle"/>
    <w:link w:val="SignatureChar"/>
    <w:uiPriority w:val="99"/>
    <w:rsid w:val="004679A4"/>
    <w:pPr>
      <w:keepNext/>
      <w:spacing w:before="880" w:line="220" w:lineRule="atLeast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uiPriority w:val="99"/>
    <w:rsid w:val="004679A4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uiPriority w:val="99"/>
    <w:rsid w:val="004679A4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4679A4"/>
    <w:rPr>
      <w:rFonts w:ascii="Arial Black" w:hAnsi="Arial Black" w:cs="Times New Roman"/>
      <w:sz w:val="18"/>
    </w:rPr>
  </w:style>
  <w:style w:type="paragraph" w:customStyle="1" w:styleId="Enclosure">
    <w:name w:val="Enclosure"/>
    <w:basedOn w:val="Normal"/>
    <w:next w:val="CcList"/>
    <w:uiPriority w:val="99"/>
    <w:rsid w:val="004679A4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uiPriority w:val="99"/>
    <w:rsid w:val="004679A4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uiPriority w:val="99"/>
    <w:rsid w:val="004679A4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uiPriority w:val="99"/>
    <w:rsid w:val="004679A4"/>
    <w:pPr>
      <w:spacing w:before="220"/>
    </w:pPr>
  </w:style>
  <w:style w:type="paragraph" w:customStyle="1" w:styleId="MailingInstructions">
    <w:name w:val="Mailing Instructions"/>
    <w:basedOn w:val="Normal"/>
    <w:next w:val="InsideAddressName"/>
    <w:uiPriority w:val="99"/>
    <w:rsid w:val="004679A4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uiPriority w:val="99"/>
    <w:rsid w:val="004679A4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uiPriority w:val="99"/>
    <w:rsid w:val="004679A4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uiPriority w:val="99"/>
    <w:rsid w:val="004679A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uiPriority w:val="99"/>
    <w:rsid w:val="004679A4"/>
    <w:pPr>
      <w:spacing w:before="0"/>
    </w:pPr>
  </w:style>
  <w:style w:type="paragraph" w:customStyle="1" w:styleId="SignatureJobTitle">
    <w:name w:val="Signature Job Title"/>
    <w:basedOn w:val="Signature"/>
    <w:next w:val="SignatureCompany"/>
    <w:uiPriority w:val="99"/>
    <w:rsid w:val="004679A4"/>
    <w:pPr>
      <w:spacing w:before="0"/>
    </w:pPr>
  </w:style>
  <w:style w:type="character" w:customStyle="1" w:styleId="Slogan">
    <w:name w:val="Slogan"/>
    <w:uiPriority w:val="99"/>
    <w:rsid w:val="004679A4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uiPriority w:val="99"/>
    <w:rsid w:val="004679A4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link w:val="Head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5EC"/>
    <w:rPr>
      <w:rFonts w:ascii="Arial" w:hAnsi="Arial"/>
      <w:spacing w:val="-5"/>
      <w:lang w:eastAsia="en-US"/>
    </w:rPr>
  </w:style>
  <w:style w:type="character" w:styleId="Hyperlink">
    <w:name w:val="Hyperlink"/>
    <w:basedOn w:val="DefaultParagraphFont"/>
    <w:uiPriority w:val="99"/>
    <w:rsid w:val="004679A4"/>
    <w:rPr>
      <w:rFonts w:cs="Times New Roman"/>
      <w:color w:val="0000FF"/>
      <w:u w:val="single"/>
    </w:rPr>
  </w:style>
  <w:style w:type="paragraph" w:styleId="List">
    <w:name w:val="List"/>
    <w:basedOn w:val="BodyText"/>
    <w:uiPriority w:val="99"/>
    <w:rsid w:val="004679A4"/>
    <w:pPr>
      <w:ind w:left="360" w:hanging="360"/>
    </w:pPr>
  </w:style>
  <w:style w:type="paragraph" w:styleId="ListBullet">
    <w:name w:val="List Bullet"/>
    <w:basedOn w:val="List"/>
    <w:autoRedefine/>
    <w:uiPriority w:val="99"/>
    <w:rsid w:val="00751635"/>
    <w:pPr>
      <w:ind w:left="0" w:firstLine="0"/>
    </w:pPr>
    <w:rPr>
      <w:b/>
      <w:i/>
      <w:color w:val="FF9900"/>
      <w:sz w:val="28"/>
      <w:szCs w:val="28"/>
    </w:rPr>
  </w:style>
  <w:style w:type="paragraph" w:styleId="ListNumber">
    <w:name w:val="List Number"/>
    <w:basedOn w:val="BodyText"/>
    <w:uiPriority w:val="99"/>
    <w:rsid w:val="004679A4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F7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C5"/>
    <w:rPr>
      <w:spacing w:val="-5"/>
      <w:sz w:val="0"/>
      <w:szCs w:val="0"/>
      <w:lang w:eastAsia="en-US"/>
    </w:rPr>
  </w:style>
  <w:style w:type="paragraph" w:styleId="Revision">
    <w:name w:val="Revision"/>
    <w:hidden/>
    <w:uiPriority w:val="99"/>
    <w:semiHidden/>
    <w:rsid w:val="001F5EB4"/>
    <w:rPr>
      <w:rFonts w:ascii="Arial" w:hAnsi="Arial"/>
      <w:spacing w:val="-5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C46E1"/>
    <w:pPr>
      <w:jc w:val="left"/>
    </w:pPr>
    <w:rPr>
      <w:rFonts w:ascii="Tahoma" w:eastAsia="MS Mincho" w:hAnsi="Tahoma"/>
      <w:spacing w:val="0"/>
      <w:sz w:val="24"/>
      <w:szCs w:val="24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CC5"/>
    <w:rPr>
      <w:rFonts w:ascii="Courier New" w:hAnsi="Courier New" w:cs="Courier New"/>
      <w:spacing w:val="-5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BE2019"/>
    <w:pPr>
      <w:spacing w:after="200" w:line="276" w:lineRule="auto"/>
      <w:ind w:left="720"/>
      <w:jc w:val="left"/>
    </w:pPr>
    <w:rPr>
      <w:rFonts w:ascii="Calibri" w:hAnsi="Calibri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777550-9D95-4D74-A7B7-C79C993BB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Letter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ECJRL Letterhead</vt:lpstr>
    </vt:vector>
  </TitlesOfParts>
  <Company>Hewlett-Packard Company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ECJRL Letterhead</dc:title>
  <dc:subject/>
  <dc:creator>Carina Juniors</dc:creator>
  <cp:keywords/>
  <dc:description/>
  <cp:lastModifiedBy>Carina JRLFC</cp:lastModifiedBy>
  <cp:revision>3</cp:revision>
  <cp:lastPrinted>2015-06-10T01:49:00Z</cp:lastPrinted>
  <dcterms:created xsi:type="dcterms:W3CDTF">2020-10-06T00:06:00Z</dcterms:created>
  <dcterms:modified xsi:type="dcterms:W3CDTF">2020-10-06T00:07:00Z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