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5ABFC" w14:textId="794D278A" w:rsidR="006F4F34" w:rsidRPr="00DB491E" w:rsidRDefault="006F4F34" w:rsidP="006F4F34">
      <w:pPr>
        <w:pStyle w:val="InsideAddress"/>
        <w:jc w:val="center"/>
        <w:rPr>
          <w:rFonts w:cs="Arial"/>
          <w:b/>
          <w:sz w:val="32"/>
          <w:szCs w:val="32"/>
        </w:rPr>
      </w:pPr>
      <w:r w:rsidRPr="00DB491E">
        <w:rPr>
          <w:rFonts w:cs="Arial"/>
          <w:b/>
          <w:sz w:val="32"/>
          <w:szCs w:val="32"/>
        </w:rPr>
        <w:t xml:space="preserve">DEPOSIT OF FUNDS IN </w:t>
      </w:r>
      <w:r>
        <w:rPr>
          <w:rFonts w:cs="Arial"/>
          <w:b/>
          <w:sz w:val="32"/>
          <w:szCs w:val="32"/>
        </w:rPr>
        <w:t>20</w:t>
      </w:r>
      <w:r w:rsidR="00B93A9A">
        <w:rPr>
          <w:rFonts w:cs="Arial"/>
          <w:b/>
          <w:sz w:val="32"/>
          <w:szCs w:val="32"/>
        </w:rPr>
        <w:t>2</w:t>
      </w:r>
      <w:r w:rsidR="00692242">
        <w:rPr>
          <w:rFonts w:cs="Arial"/>
          <w:b/>
          <w:sz w:val="32"/>
          <w:szCs w:val="32"/>
        </w:rPr>
        <w:t>1</w:t>
      </w:r>
      <w:r>
        <w:rPr>
          <w:rFonts w:cs="Arial"/>
          <w:b/>
          <w:sz w:val="32"/>
          <w:szCs w:val="32"/>
        </w:rPr>
        <w:t xml:space="preserve"> </w:t>
      </w:r>
      <w:r w:rsidRPr="00DB491E">
        <w:rPr>
          <w:rFonts w:cs="Arial"/>
          <w:b/>
          <w:sz w:val="32"/>
          <w:szCs w:val="32"/>
        </w:rPr>
        <w:t>TEAM ACCOUNT</w:t>
      </w:r>
    </w:p>
    <w:p w14:paraId="4043847D" w14:textId="77777777" w:rsidR="006F4F34" w:rsidRPr="00E60D3E" w:rsidRDefault="006F4F34" w:rsidP="006F4F34">
      <w:pPr>
        <w:pStyle w:val="InsideAddress"/>
        <w:jc w:val="left"/>
        <w:rPr>
          <w:rFonts w:cs="Arial"/>
          <w:sz w:val="24"/>
          <w:szCs w:val="24"/>
        </w:rPr>
      </w:pPr>
    </w:p>
    <w:p w14:paraId="793E941D" w14:textId="77777777" w:rsidR="006F4F34" w:rsidRPr="00E60D3E" w:rsidRDefault="006F4F34" w:rsidP="006F4F34">
      <w:pPr>
        <w:pStyle w:val="InsideAddress"/>
        <w:jc w:val="left"/>
        <w:rPr>
          <w:rFonts w:cs="Arial"/>
          <w:sz w:val="24"/>
          <w:szCs w:val="24"/>
        </w:rPr>
      </w:pPr>
    </w:p>
    <w:p w14:paraId="70C5098E" w14:textId="2828CCAE" w:rsidR="006F4F34" w:rsidRDefault="006F4F34" w:rsidP="006F4F34">
      <w:pPr>
        <w:pStyle w:val="InsideAddress"/>
        <w:spacing w:line="480" w:lineRule="auto"/>
        <w:jc w:val="left"/>
        <w:rPr>
          <w:rFonts w:cs="Arial"/>
          <w:sz w:val="24"/>
          <w:szCs w:val="24"/>
        </w:rPr>
      </w:pPr>
      <w:r w:rsidRPr="00E60D3E">
        <w:rPr>
          <w:rFonts w:cs="Arial"/>
          <w:sz w:val="24"/>
          <w:szCs w:val="24"/>
        </w:rPr>
        <w:t>I ____________________________</w:t>
      </w:r>
      <w:r>
        <w:rPr>
          <w:rFonts w:cs="Arial"/>
          <w:sz w:val="24"/>
          <w:szCs w:val="24"/>
        </w:rPr>
        <w:t>______________________</w:t>
      </w:r>
      <w:r w:rsidRPr="00E60D3E">
        <w:rPr>
          <w:rFonts w:cs="Arial"/>
          <w:sz w:val="24"/>
          <w:szCs w:val="24"/>
        </w:rPr>
        <w:t>_ being the Manager / Coach of the Under / Open ________________ Team of Carina Junior Rugby League, wish to deposit the following amount of money to the Team Account for the 20</w:t>
      </w:r>
      <w:r w:rsidR="00B93A9A">
        <w:rPr>
          <w:rFonts w:cs="Arial"/>
          <w:sz w:val="24"/>
          <w:szCs w:val="24"/>
        </w:rPr>
        <w:t>2</w:t>
      </w:r>
      <w:r w:rsidR="00692242">
        <w:rPr>
          <w:rFonts w:cs="Arial"/>
          <w:sz w:val="24"/>
          <w:szCs w:val="24"/>
        </w:rPr>
        <w:t>1</w:t>
      </w:r>
      <w:r>
        <w:rPr>
          <w:rFonts w:cs="Arial"/>
          <w:sz w:val="24"/>
          <w:szCs w:val="24"/>
        </w:rPr>
        <w:t xml:space="preserve"> Season;</w:t>
      </w:r>
    </w:p>
    <w:p w14:paraId="520C7183" w14:textId="77777777" w:rsidR="006F4F34" w:rsidRPr="00E60D3E" w:rsidRDefault="006F4F34" w:rsidP="006F4F34">
      <w:pPr>
        <w:pStyle w:val="InsideAddress"/>
        <w:spacing w:line="360" w:lineRule="auto"/>
        <w:jc w:val="left"/>
        <w:rPr>
          <w:rFonts w:cs="Arial"/>
          <w:sz w:val="24"/>
          <w:szCs w:val="24"/>
        </w:rPr>
      </w:pPr>
    </w:p>
    <w:tbl>
      <w:tblPr>
        <w:tblStyle w:val="TableGrid"/>
        <w:tblW w:w="0" w:type="auto"/>
        <w:tblInd w:w="1951" w:type="dxa"/>
        <w:tblLook w:val="04A0" w:firstRow="1" w:lastRow="0" w:firstColumn="1" w:lastColumn="0" w:noHBand="0" w:noVBand="1"/>
      </w:tblPr>
      <w:tblGrid>
        <w:gridCol w:w="2973"/>
        <w:gridCol w:w="2981"/>
      </w:tblGrid>
      <w:tr w:rsidR="006F4F34" w14:paraId="7EAC2BA0" w14:textId="77777777" w:rsidTr="002D451A">
        <w:tc>
          <w:tcPr>
            <w:tcW w:w="2973" w:type="dxa"/>
          </w:tcPr>
          <w:p w14:paraId="426BA234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$100</w:t>
            </w:r>
          </w:p>
        </w:tc>
        <w:tc>
          <w:tcPr>
            <w:tcW w:w="2981" w:type="dxa"/>
          </w:tcPr>
          <w:p w14:paraId="363A8925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F4F34" w14:paraId="4547F2A8" w14:textId="77777777" w:rsidTr="002D451A">
        <w:tc>
          <w:tcPr>
            <w:tcW w:w="2973" w:type="dxa"/>
          </w:tcPr>
          <w:p w14:paraId="2E129B80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$50</w:t>
            </w:r>
          </w:p>
        </w:tc>
        <w:tc>
          <w:tcPr>
            <w:tcW w:w="2981" w:type="dxa"/>
          </w:tcPr>
          <w:p w14:paraId="1AE45971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F4F34" w14:paraId="6BDB2C0E" w14:textId="77777777" w:rsidTr="002D451A">
        <w:tc>
          <w:tcPr>
            <w:tcW w:w="2973" w:type="dxa"/>
          </w:tcPr>
          <w:p w14:paraId="7434F01E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$20</w:t>
            </w:r>
          </w:p>
        </w:tc>
        <w:tc>
          <w:tcPr>
            <w:tcW w:w="2981" w:type="dxa"/>
          </w:tcPr>
          <w:p w14:paraId="2DECADFA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F4F34" w14:paraId="55DBDA21" w14:textId="77777777" w:rsidTr="002D451A">
        <w:tc>
          <w:tcPr>
            <w:tcW w:w="2973" w:type="dxa"/>
          </w:tcPr>
          <w:p w14:paraId="523605ED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$10</w:t>
            </w:r>
          </w:p>
        </w:tc>
        <w:tc>
          <w:tcPr>
            <w:tcW w:w="2981" w:type="dxa"/>
          </w:tcPr>
          <w:p w14:paraId="7D8E4436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F4F34" w14:paraId="6346F15C" w14:textId="77777777" w:rsidTr="002D451A">
        <w:tc>
          <w:tcPr>
            <w:tcW w:w="2973" w:type="dxa"/>
          </w:tcPr>
          <w:p w14:paraId="6E4C1068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$5</w:t>
            </w:r>
          </w:p>
        </w:tc>
        <w:tc>
          <w:tcPr>
            <w:tcW w:w="2981" w:type="dxa"/>
          </w:tcPr>
          <w:p w14:paraId="771E5F9D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F4F34" w14:paraId="3A257D5D" w14:textId="77777777" w:rsidTr="002D451A">
        <w:tc>
          <w:tcPr>
            <w:tcW w:w="2973" w:type="dxa"/>
          </w:tcPr>
          <w:p w14:paraId="33A642D8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$2</w:t>
            </w:r>
          </w:p>
        </w:tc>
        <w:tc>
          <w:tcPr>
            <w:tcW w:w="2981" w:type="dxa"/>
          </w:tcPr>
          <w:p w14:paraId="0C5F2BF1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F4F34" w14:paraId="2D42A7D5" w14:textId="77777777" w:rsidTr="002D451A">
        <w:tc>
          <w:tcPr>
            <w:tcW w:w="2973" w:type="dxa"/>
          </w:tcPr>
          <w:p w14:paraId="4B473732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$1</w:t>
            </w:r>
          </w:p>
        </w:tc>
        <w:tc>
          <w:tcPr>
            <w:tcW w:w="2981" w:type="dxa"/>
          </w:tcPr>
          <w:p w14:paraId="061D4DE9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F4F34" w14:paraId="2091446D" w14:textId="77777777" w:rsidTr="002D451A">
        <w:tc>
          <w:tcPr>
            <w:tcW w:w="2973" w:type="dxa"/>
          </w:tcPr>
          <w:p w14:paraId="712D5517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$0.50</w:t>
            </w:r>
          </w:p>
        </w:tc>
        <w:tc>
          <w:tcPr>
            <w:tcW w:w="2981" w:type="dxa"/>
          </w:tcPr>
          <w:p w14:paraId="732654D4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F4F34" w14:paraId="0E91C6C3" w14:textId="77777777" w:rsidTr="002D451A">
        <w:tc>
          <w:tcPr>
            <w:tcW w:w="2973" w:type="dxa"/>
          </w:tcPr>
          <w:p w14:paraId="7FFAC35D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$0.20</w:t>
            </w:r>
          </w:p>
        </w:tc>
        <w:tc>
          <w:tcPr>
            <w:tcW w:w="2981" w:type="dxa"/>
          </w:tcPr>
          <w:p w14:paraId="5225C8B6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F4F34" w14:paraId="19678825" w14:textId="77777777" w:rsidTr="002D451A">
        <w:tc>
          <w:tcPr>
            <w:tcW w:w="2973" w:type="dxa"/>
          </w:tcPr>
          <w:p w14:paraId="0982D5C0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$0.10</w:t>
            </w:r>
          </w:p>
        </w:tc>
        <w:tc>
          <w:tcPr>
            <w:tcW w:w="2981" w:type="dxa"/>
          </w:tcPr>
          <w:p w14:paraId="7B4ECEFC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F4F34" w14:paraId="77839CB2" w14:textId="77777777" w:rsidTr="002D451A">
        <w:tc>
          <w:tcPr>
            <w:tcW w:w="2973" w:type="dxa"/>
          </w:tcPr>
          <w:p w14:paraId="33DEAAD1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$0.05</w:t>
            </w:r>
          </w:p>
        </w:tc>
        <w:tc>
          <w:tcPr>
            <w:tcW w:w="2981" w:type="dxa"/>
          </w:tcPr>
          <w:p w14:paraId="004BD052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6F4F34" w14:paraId="3AB88EDE" w14:textId="77777777" w:rsidTr="002D451A">
        <w:tc>
          <w:tcPr>
            <w:tcW w:w="2973" w:type="dxa"/>
          </w:tcPr>
          <w:p w14:paraId="0F1F60BD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TOTAL</w:t>
            </w:r>
          </w:p>
        </w:tc>
        <w:tc>
          <w:tcPr>
            <w:tcW w:w="2981" w:type="dxa"/>
          </w:tcPr>
          <w:p w14:paraId="41CEEF21" w14:textId="77777777" w:rsidR="006F4F34" w:rsidRDefault="006F4F34" w:rsidP="002D451A">
            <w:pPr>
              <w:pStyle w:val="InsideAddress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</w:p>
        </w:tc>
      </w:tr>
    </w:tbl>
    <w:p w14:paraId="554DB83C" w14:textId="77777777" w:rsidR="006F4F34" w:rsidRPr="00E60D3E" w:rsidRDefault="006F4F34" w:rsidP="006F4F34">
      <w:pPr>
        <w:pStyle w:val="InsideAddress"/>
        <w:spacing w:line="360" w:lineRule="auto"/>
        <w:jc w:val="left"/>
        <w:rPr>
          <w:rFonts w:cs="Arial"/>
          <w:sz w:val="24"/>
          <w:szCs w:val="24"/>
        </w:rPr>
      </w:pPr>
    </w:p>
    <w:p w14:paraId="21A1AA9E" w14:textId="2B3C5807" w:rsidR="006F4F34" w:rsidRPr="004F3F8B" w:rsidRDefault="006F4F34" w:rsidP="006F4F34">
      <w:pPr>
        <w:pStyle w:val="InsideAddress"/>
        <w:spacing w:line="360" w:lineRule="auto"/>
        <w:jc w:val="left"/>
        <w:rPr>
          <w:rFonts w:cs="Arial"/>
          <w:i/>
        </w:rPr>
      </w:pPr>
      <w:r w:rsidRPr="004F3F8B">
        <w:rPr>
          <w:rFonts w:cs="Arial"/>
          <w:i/>
        </w:rPr>
        <w:t xml:space="preserve">* Team fund account details for a </w:t>
      </w:r>
      <w:r>
        <w:rPr>
          <w:rFonts w:cs="Arial"/>
          <w:i/>
        </w:rPr>
        <w:t>direct debit deposit</w:t>
      </w:r>
      <w:r w:rsidRPr="004F3F8B">
        <w:rPr>
          <w:rFonts w:cs="Arial"/>
          <w:i/>
        </w:rPr>
        <w:t xml:space="preserve"> is Westpac / BSB: </w:t>
      </w:r>
      <w:r w:rsidR="005D079A">
        <w:rPr>
          <w:rFonts w:cs="Arial"/>
          <w:i/>
        </w:rPr>
        <w:t>734 035</w:t>
      </w:r>
      <w:r w:rsidRPr="004F3F8B">
        <w:rPr>
          <w:rFonts w:cs="Arial"/>
          <w:i/>
        </w:rPr>
        <w:t xml:space="preserve"> / Account Number: </w:t>
      </w:r>
      <w:r w:rsidR="005D079A">
        <w:rPr>
          <w:rFonts w:cs="Arial"/>
          <w:i/>
        </w:rPr>
        <w:t>070212</w:t>
      </w:r>
    </w:p>
    <w:p w14:paraId="521B3A8D" w14:textId="77777777" w:rsidR="006F4F34" w:rsidRPr="00E60D3E" w:rsidRDefault="006F4F34" w:rsidP="006F4F34">
      <w:pPr>
        <w:pStyle w:val="InsideAddress"/>
        <w:spacing w:line="360" w:lineRule="auto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14:paraId="79A2142D" w14:textId="77777777" w:rsidR="006F4F34" w:rsidRDefault="006F4F34" w:rsidP="006F4F34">
      <w:pPr>
        <w:pStyle w:val="InsideAddress"/>
        <w:spacing w:line="480" w:lineRule="auto"/>
        <w:jc w:val="left"/>
        <w:rPr>
          <w:rFonts w:cs="Arial"/>
          <w:sz w:val="24"/>
          <w:szCs w:val="24"/>
        </w:rPr>
      </w:pPr>
      <w:r w:rsidRPr="00E60D3E">
        <w:rPr>
          <w:rFonts w:cs="Arial"/>
          <w:sz w:val="24"/>
          <w:szCs w:val="24"/>
        </w:rPr>
        <w:t>Signature: _________________________________</w:t>
      </w:r>
      <w:r>
        <w:rPr>
          <w:rFonts w:cs="Arial"/>
          <w:sz w:val="24"/>
          <w:szCs w:val="24"/>
        </w:rPr>
        <w:t>___</w:t>
      </w:r>
      <w:r w:rsidRPr="00E60D3E">
        <w:rPr>
          <w:rFonts w:cs="Arial"/>
          <w:sz w:val="24"/>
          <w:szCs w:val="24"/>
        </w:rPr>
        <w:t>__</w:t>
      </w:r>
    </w:p>
    <w:p w14:paraId="59ED0432" w14:textId="77777777" w:rsidR="006F4F34" w:rsidRDefault="006F4F34" w:rsidP="006F4F34">
      <w:pPr>
        <w:pStyle w:val="InsideAddress"/>
        <w:spacing w:line="480" w:lineRule="auto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Name:  _________________________________________</w:t>
      </w:r>
    </w:p>
    <w:p w14:paraId="08242B56" w14:textId="2ED8BEB5" w:rsidR="001E7212" w:rsidRPr="00D5560C" w:rsidRDefault="006F4F34" w:rsidP="006F4F34">
      <w:pPr>
        <w:pStyle w:val="InsideAddress"/>
        <w:spacing w:line="480" w:lineRule="auto"/>
        <w:jc w:val="left"/>
      </w:pPr>
      <w:r>
        <w:rPr>
          <w:rFonts w:cs="Arial"/>
          <w:sz w:val="24"/>
          <w:szCs w:val="24"/>
        </w:rPr>
        <w:t>Date:  __________________________________________</w:t>
      </w:r>
    </w:p>
    <w:sectPr w:rsidR="001E7212" w:rsidRPr="00D5560C" w:rsidSect="00F57571">
      <w:headerReference w:type="first" r:id="rId8"/>
      <w:footerReference w:type="first" r:id="rId9"/>
      <w:type w:val="continuous"/>
      <w:pgSz w:w="11900" w:h="16840" w:code="1"/>
      <w:pgMar w:top="851" w:right="1134" w:bottom="851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92483" w14:textId="77777777" w:rsidR="00F64D4E" w:rsidRDefault="00F64D4E">
      <w:r>
        <w:separator/>
      </w:r>
    </w:p>
  </w:endnote>
  <w:endnote w:type="continuationSeparator" w:id="0">
    <w:p w14:paraId="76948610" w14:textId="77777777" w:rsidR="00F64D4E" w:rsidRDefault="00F6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55 Helvetica Roman">
    <w:altName w:val="Courier New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1D13C" w14:textId="77777777" w:rsidR="00127190" w:rsidRDefault="00127190">
    <w:pPr>
      <w:pStyle w:val="Footer"/>
    </w:pPr>
  </w:p>
  <w:p w14:paraId="5E04BD37" w14:textId="77777777" w:rsidR="00127190" w:rsidRDefault="00F57571" w:rsidP="00F57571">
    <w:pPr>
      <w:pStyle w:val="Footer"/>
      <w:ind w:left="-1134"/>
    </w:pPr>
    <w:r>
      <w:rPr>
        <w:noProof/>
        <w:lang w:eastAsia="en-AU"/>
      </w:rPr>
      <w:drawing>
        <wp:inline distT="0" distB="0" distL="0" distR="0" wp14:anchorId="4EFB87D2" wp14:editId="603118A9">
          <wp:extent cx="7530465" cy="1420562"/>
          <wp:effectExtent l="0" t="0" r="0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465" cy="1420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9C29FC" w14:textId="77777777" w:rsidR="00F64D4E" w:rsidRDefault="00F64D4E">
      <w:r>
        <w:separator/>
      </w:r>
    </w:p>
  </w:footnote>
  <w:footnote w:type="continuationSeparator" w:id="0">
    <w:p w14:paraId="4045613C" w14:textId="77777777" w:rsidR="00F64D4E" w:rsidRDefault="00F64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D9EE" w14:textId="77777777" w:rsidR="00127190" w:rsidRDefault="00F57571" w:rsidP="00F57571">
    <w:pPr>
      <w:pStyle w:val="Header"/>
      <w:tabs>
        <w:tab w:val="clear" w:pos="4320"/>
        <w:tab w:val="clear" w:pos="8640"/>
        <w:tab w:val="center" w:pos="4986"/>
        <w:tab w:val="right" w:pos="9972"/>
      </w:tabs>
      <w:ind w:left="-1134"/>
    </w:pPr>
    <w:r>
      <w:rPr>
        <w:noProof/>
        <w:lang w:eastAsia="en-AU"/>
      </w:rPr>
      <w:drawing>
        <wp:inline distT="0" distB="0" distL="0" distR="0" wp14:anchorId="55BA66DC" wp14:editId="321CBCE9">
          <wp:extent cx="7568982" cy="1946309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8982" cy="194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66C90" w14:textId="77777777" w:rsidR="00127190" w:rsidRDefault="001271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0DCD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1EB8C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88C3E9E"/>
    <w:multiLevelType w:val="singleLevel"/>
    <w:tmpl w:val="37E252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3E45D1"/>
    <w:multiLevelType w:val="hybridMultilevel"/>
    <w:tmpl w:val="67BAB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108CF"/>
    <w:multiLevelType w:val="hybridMultilevel"/>
    <w:tmpl w:val="97EE074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3308BB"/>
    <w:multiLevelType w:val="hybridMultilevel"/>
    <w:tmpl w:val="5E08C28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891EA8"/>
    <w:multiLevelType w:val="hybridMultilevel"/>
    <w:tmpl w:val="757C811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F1721"/>
    <w:multiLevelType w:val="hybridMultilevel"/>
    <w:tmpl w:val="EC8686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82"/>
    <w:rsid w:val="00004CF7"/>
    <w:rsid w:val="00011AB6"/>
    <w:rsid w:val="000152C3"/>
    <w:rsid w:val="00016F18"/>
    <w:rsid w:val="000246C5"/>
    <w:rsid w:val="00024C15"/>
    <w:rsid w:val="000276C1"/>
    <w:rsid w:val="00033652"/>
    <w:rsid w:val="000458BA"/>
    <w:rsid w:val="000556EB"/>
    <w:rsid w:val="00056B0B"/>
    <w:rsid w:val="00060408"/>
    <w:rsid w:val="00062CBE"/>
    <w:rsid w:val="0007431E"/>
    <w:rsid w:val="00080277"/>
    <w:rsid w:val="00080701"/>
    <w:rsid w:val="000845D3"/>
    <w:rsid w:val="000963A8"/>
    <w:rsid w:val="000A0875"/>
    <w:rsid w:val="000C17D1"/>
    <w:rsid w:val="000D2A1E"/>
    <w:rsid w:val="000D65EE"/>
    <w:rsid w:val="000E0C19"/>
    <w:rsid w:val="000E664E"/>
    <w:rsid w:val="000F6F49"/>
    <w:rsid w:val="000F7671"/>
    <w:rsid w:val="001030B9"/>
    <w:rsid w:val="00111258"/>
    <w:rsid w:val="00115559"/>
    <w:rsid w:val="00115E34"/>
    <w:rsid w:val="001218F8"/>
    <w:rsid w:val="00121944"/>
    <w:rsid w:val="00122280"/>
    <w:rsid w:val="00127190"/>
    <w:rsid w:val="00135882"/>
    <w:rsid w:val="00151DBB"/>
    <w:rsid w:val="0015223E"/>
    <w:rsid w:val="00152891"/>
    <w:rsid w:val="001535AE"/>
    <w:rsid w:val="00156DDA"/>
    <w:rsid w:val="00160FB1"/>
    <w:rsid w:val="00174B37"/>
    <w:rsid w:val="001850A0"/>
    <w:rsid w:val="001C20EF"/>
    <w:rsid w:val="001D0C76"/>
    <w:rsid w:val="001E18F5"/>
    <w:rsid w:val="001E3DD9"/>
    <w:rsid w:val="001E7212"/>
    <w:rsid w:val="001F13EF"/>
    <w:rsid w:val="001F521F"/>
    <w:rsid w:val="001F5EB4"/>
    <w:rsid w:val="0021301D"/>
    <w:rsid w:val="002153CD"/>
    <w:rsid w:val="00222F02"/>
    <w:rsid w:val="00233AA0"/>
    <w:rsid w:val="0024074F"/>
    <w:rsid w:val="00242730"/>
    <w:rsid w:val="00243A42"/>
    <w:rsid w:val="00244058"/>
    <w:rsid w:val="0024536B"/>
    <w:rsid w:val="00250D4D"/>
    <w:rsid w:val="002538B8"/>
    <w:rsid w:val="002558FF"/>
    <w:rsid w:val="00261617"/>
    <w:rsid w:val="002618CD"/>
    <w:rsid w:val="00272588"/>
    <w:rsid w:val="00277A5C"/>
    <w:rsid w:val="00292319"/>
    <w:rsid w:val="002A13FA"/>
    <w:rsid w:val="002A1698"/>
    <w:rsid w:val="002A4D12"/>
    <w:rsid w:val="002B4186"/>
    <w:rsid w:val="002B62C4"/>
    <w:rsid w:val="002C3730"/>
    <w:rsid w:val="002C46E1"/>
    <w:rsid w:val="002C4C87"/>
    <w:rsid w:val="002C742B"/>
    <w:rsid w:val="002D2BE5"/>
    <w:rsid w:val="002E35F1"/>
    <w:rsid w:val="002F5F83"/>
    <w:rsid w:val="00302584"/>
    <w:rsid w:val="00304BA1"/>
    <w:rsid w:val="00306ECE"/>
    <w:rsid w:val="00312E82"/>
    <w:rsid w:val="00317B65"/>
    <w:rsid w:val="00321A4E"/>
    <w:rsid w:val="00323643"/>
    <w:rsid w:val="00331B28"/>
    <w:rsid w:val="00332536"/>
    <w:rsid w:val="00334BA5"/>
    <w:rsid w:val="00337BB6"/>
    <w:rsid w:val="00345F55"/>
    <w:rsid w:val="00354C88"/>
    <w:rsid w:val="0038040A"/>
    <w:rsid w:val="00381B06"/>
    <w:rsid w:val="00384EE9"/>
    <w:rsid w:val="00390F1F"/>
    <w:rsid w:val="00392AE7"/>
    <w:rsid w:val="003B2234"/>
    <w:rsid w:val="003B29D3"/>
    <w:rsid w:val="003D03C5"/>
    <w:rsid w:val="003D2C6F"/>
    <w:rsid w:val="003D74F1"/>
    <w:rsid w:val="003E2E49"/>
    <w:rsid w:val="003E48D4"/>
    <w:rsid w:val="003E6558"/>
    <w:rsid w:val="003F3DA7"/>
    <w:rsid w:val="003F5B4F"/>
    <w:rsid w:val="003F5EC7"/>
    <w:rsid w:val="004042C9"/>
    <w:rsid w:val="00406F90"/>
    <w:rsid w:val="00412983"/>
    <w:rsid w:val="00415469"/>
    <w:rsid w:val="00422050"/>
    <w:rsid w:val="00424078"/>
    <w:rsid w:val="00427A74"/>
    <w:rsid w:val="00427F5C"/>
    <w:rsid w:val="0043403F"/>
    <w:rsid w:val="00442046"/>
    <w:rsid w:val="0044304C"/>
    <w:rsid w:val="004451C2"/>
    <w:rsid w:val="00461074"/>
    <w:rsid w:val="00462476"/>
    <w:rsid w:val="00463ED9"/>
    <w:rsid w:val="00465431"/>
    <w:rsid w:val="004679A4"/>
    <w:rsid w:val="00470F3E"/>
    <w:rsid w:val="004719CF"/>
    <w:rsid w:val="004867DF"/>
    <w:rsid w:val="00490D2D"/>
    <w:rsid w:val="00490FD1"/>
    <w:rsid w:val="00491490"/>
    <w:rsid w:val="004B5A38"/>
    <w:rsid w:val="004C2B81"/>
    <w:rsid w:val="004C30A7"/>
    <w:rsid w:val="004D2844"/>
    <w:rsid w:val="004D55D3"/>
    <w:rsid w:val="004D5AFA"/>
    <w:rsid w:val="004E57F1"/>
    <w:rsid w:val="004E710E"/>
    <w:rsid w:val="004F5F1A"/>
    <w:rsid w:val="004F7334"/>
    <w:rsid w:val="0050274F"/>
    <w:rsid w:val="00505896"/>
    <w:rsid w:val="00506229"/>
    <w:rsid w:val="005159AC"/>
    <w:rsid w:val="00527F0F"/>
    <w:rsid w:val="00531CBB"/>
    <w:rsid w:val="00535595"/>
    <w:rsid w:val="00543760"/>
    <w:rsid w:val="00543FAF"/>
    <w:rsid w:val="00550635"/>
    <w:rsid w:val="0055351A"/>
    <w:rsid w:val="00555788"/>
    <w:rsid w:val="00561FC0"/>
    <w:rsid w:val="0056796F"/>
    <w:rsid w:val="00582CEE"/>
    <w:rsid w:val="0059261A"/>
    <w:rsid w:val="00593307"/>
    <w:rsid w:val="0059655D"/>
    <w:rsid w:val="005A54B7"/>
    <w:rsid w:val="005B2ABE"/>
    <w:rsid w:val="005B398C"/>
    <w:rsid w:val="005B5F12"/>
    <w:rsid w:val="005B6824"/>
    <w:rsid w:val="005C4F65"/>
    <w:rsid w:val="005D079A"/>
    <w:rsid w:val="005D07D6"/>
    <w:rsid w:val="005D1A4C"/>
    <w:rsid w:val="005E0CD7"/>
    <w:rsid w:val="005E1E12"/>
    <w:rsid w:val="005E5141"/>
    <w:rsid w:val="005E5BB9"/>
    <w:rsid w:val="005F1883"/>
    <w:rsid w:val="0061595E"/>
    <w:rsid w:val="00637E00"/>
    <w:rsid w:val="00641F2E"/>
    <w:rsid w:val="006507A1"/>
    <w:rsid w:val="006543B1"/>
    <w:rsid w:val="0065594B"/>
    <w:rsid w:val="00670817"/>
    <w:rsid w:val="00682FDD"/>
    <w:rsid w:val="00684E0C"/>
    <w:rsid w:val="00692242"/>
    <w:rsid w:val="00694CFD"/>
    <w:rsid w:val="00694D04"/>
    <w:rsid w:val="00696836"/>
    <w:rsid w:val="006A4FC3"/>
    <w:rsid w:val="006B0411"/>
    <w:rsid w:val="006B1A27"/>
    <w:rsid w:val="006B28B6"/>
    <w:rsid w:val="006B75B5"/>
    <w:rsid w:val="006C2606"/>
    <w:rsid w:val="006C6FC8"/>
    <w:rsid w:val="006C7265"/>
    <w:rsid w:val="006C7CA3"/>
    <w:rsid w:val="006D4CF9"/>
    <w:rsid w:val="006E32F2"/>
    <w:rsid w:val="006E6058"/>
    <w:rsid w:val="006E6777"/>
    <w:rsid w:val="006F4F34"/>
    <w:rsid w:val="006F5B45"/>
    <w:rsid w:val="00707BD6"/>
    <w:rsid w:val="0072515A"/>
    <w:rsid w:val="0072659C"/>
    <w:rsid w:val="00732A92"/>
    <w:rsid w:val="007352C5"/>
    <w:rsid w:val="007376E7"/>
    <w:rsid w:val="00741A02"/>
    <w:rsid w:val="00744406"/>
    <w:rsid w:val="00750350"/>
    <w:rsid w:val="00751635"/>
    <w:rsid w:val="007528A5"/>
    <w:rsid w:val="00753AD1"/>
    <w:rsid w:val="00754FB9"/>
    <w:rsid w:val="00764D85"/>
    <w:rsid w:val="00771354"/>
    <w:rsid w:val="00777D48"/>
    <w:rsid w:val="00784BD0"/>
    <w:rsid w:val="00785126"/>
    <w:rsid w:val="0078537E"/>
    <w:rsid w:val="00786758"/>
    <w:rsid w:val="00786810"/>
    <w:rsid w:val="00793FF8"/>
    <w:rsid w:val="007958F4"/>
    <w:rsid w:val="00795B89"/>
    <w:rsid w:val="007B42C7"/>
    <w:rsid w:val="007B4425"/>
    <w:rsid w:val="007C60E4"/>
    <w:rsid w:val="007D15F3"/>
    <w:rsid w:val="007D606A"/>
    <w:rsid w:val="007E4A64"/>
    <w:rsid w:val="00802A1F"/>
    <w:rsid w:val="0080633B"/>
    <w:rsid w:val="0081040C"/>
    <w:rsid w:val="00815C6F"/>
    <w:rsid w:val="00817439"/>
    <w:rsid w:val="00831DD4"/>
    <w:rsid w:val="0083755C"/>
    <w:rsid w:val="008426C6"/>
    <w:rsid w:val="008432DF"/>
    <w:rsid w:val="008503E4"/>
    <w:rsid w:val="0085391B"/>
    <w:rsid w:val="00856F2E"/>
    <w:rsid w:val="008776C4"/>
    <w:rsid w:val="00880529"/>
    <w:rsid w:val="008831B5"/>
    <w:rsid w:val="0089147F"/>
    <w:rsid w:val="00893538"/>
    <w:rsid w:val="00893FDF"/>
    <w:rsid w:val="0089602A"/>
    <w:rsid w:val="008B45FF"/>
    <w:rsid w:val="008B6126"/>
    <w:rsid w:val="008C11D2"/>
    <w:rsid w:val="008C1251"/>
    <w:rsid w:val="008D790C"/>
    <w:rsid w:val="008E365B"/>
    <w:rsid w:val="008F6089"/>
    <w:rsid w:val="0090142C"/>
    <w:rsid w:val="009023A5"/>
    <w:rsid w:val="0091088C"/>
    <w:rsid w:val="00911302"/>
    <w:rsid w:val="00920252"/>
    <w:rsid w:val="00933060"/>
    <w:rsid w:val="00940009"/>
    <w:rsid w:val="00941170"/>
    <w:rsid w:val="00942A40"/>
    <w:rsid w:val="00944601"/>
    <w:rsid w:val="00945240"/>
    <w:rsid w:val="009508FF"/>
    <w:rsid w:val="00951856"/>
    <w:rsid w:val="009601D2"/>
    <w:rsid w:val="00962A2B"/>
    <w:rsid w:val="00972725"/>
    <w:rsid w:val="0097496A"/>
    <w:rsid w:val="00974C06"/>
    <w:rsid w:val="009759D0"/>
    <w:rsid w:val="009847CB"/>
    <w:rsid w:val="00984E29"/>
    <w:rsid w:val="00987114"/>
    <w:rsid w:val="00993E08"/>
    <w:rsid w:val="00994714"/>
    <w:rsid w:val="00997BD3"/>
    <w:rsid w:val="009C54AA"/>
    <w:rsid w:val="009C7902"/>
    <w:rsid w:val="009C7EB1"/>
    <w:rsid w:val="009D206F"/>
    <w:rsid w:val="009D29E0"/>
    <w:rsid w:val="009D58EA"/>
    <w:rsid w:val="009E3936"/>
    <w:rsid w:val="009E575A"/>
    <w:rsid w:val="009E5945"/>
    <w:rsid w:val="009E5CFD"/>
    <w:rsid w:val="009E6A96"/>
    <w:rsid w:val="009E7B76"/>
    <w:rsid w:val="009F0693"/>
    <w:rsid w:val="009F10A1"/>
    <w:rsid w:val="009F24D7"/>
    <w:rsid w:val="009F7A25"/>
    <w:rsid w:val="00A01036"/>
    <w:rsid w:val="00A05FAA"/>
    <w:rsid w:val="00A067F3"/>
    <w:rsid w:val="00A07301"/>
    <w:rsid w:val="00A131E7"/>
    <w:rsid w:val="00A13E79"/>
    <w:rsid w:val="00A207E6"/>
    <w:rsid w:val="00A26BF7"/>
    <w:rsid w:val="00A36D48"/>
    <w:rsid w:val="00A37FD7"/>
    <w:rsid w:val="00A428C6"/>
    <w:rsid w:val="00A47FD2"/>
    <w:rsid w:val="00A50234"/>
    <w:rsid w:val="00A55625"/>
    <w:rsid w:val="00A56063"/>
    <w:rsid w:val="00A60529"/>
    <w:rsid w:val="00A60BBC"/>
    <w:rsid w:val="00A670F4"/>
    <w:rsid w:val="00A67298"/>
    <w:rsid w:val="00A732CC"/>
    <w:rsid w:val="00A80044"/>
    <w:rsid w:val="00A8066F"/>
    <w:rsid w:val="00A86963"/>
    <w:rsid w:val="00A92DC7"/>
    <w:rsid w:val="00A97DE7"/>
    <w:rsid w:val="00AC2DD8"/>
    <w:rsid w:val="00AC5DB3"/>
    <w:rsid w:val="00AC6F4D"/>
    <w:rsid w:val="00AD1C35"/>
    <w:rsid w:val="00AD2020"/>
    <w:rsid w:val="00B004E1"/>
    <w:rsid w:val="00B0064E"/>
    <w:rsid w:val="00B00D98"/>
    <w:rsid w:val="00B05F17"/>
    <w:rsid w:val="00B103B3"/>
    <w:rsid w:val="00B11219"/>
    <w:rsid w:val="00B24C8A"/>
    <w:rsid w:val="00B270E0"/>
    <w:rsid w:val="00B41306"/>
    <w:rsid w:val="00B42A77"/>
    <w:rsid w:val="00B43AD3"/>
    <w:rsid w:val="00B44680"/>
    <w:rsid w:val="00B527B6"/>
    <w:rsid w:val="00B71752"/>
    <w:rsid w:val="00B84D96"/>
    <w:rsid w:val="00B85DA0"/>
    <w:rsid w:val="00B93A9A"/>
    <w:rsid w:val="00BA4957"/>
    <w:rsid w:val="00BA5E85"/>
    <w:rsid w:val="00BA6477"/>
    <w:rsid w:val="00BB2EC7"/>
    <w:rsid w:val="00BB69C1"/>
    <w:rsid w:val="00BC0ADB"/>
    <w:rsid w:val="00BC14E5"/>
    <w:rsid w:val="00BC2849"/>
    <w:rsid w:val="00BC6847"/>
    <w:rsid w:val="00BD0A35"/>
    <w:rsid w:val="00BD1DB0"/>
    <w:rsid w:val="00BE2019"/>
    <w:rsid w:val="00BE5C01"/>
    <w:rsid w:val="00BF118D"/>
    <w:rsid w:val="00BF410A"/>
    <w:rsid w:val="00BF57A8"/>
    <w:rsid w:val="00BF76D9"/>
    <w:rsid w:val="00C05A39"/>
    <w:rsid w:val="00C145EC"/>
    <w:rsid w:val="00C423C9"/>
    <w:rsid w:val="00C52F86"/>
    <w:rsid w:val="00C62239"/>
    <w:rsid w:val="00C92294"/>
    <w:rsid w:val="00C92EBD"/>
    <w:rsid w:val="00C93CD6"/>
    <w:rsid w:val="00CB387A"/>
    <w:rsid w:val="00CC7A50"/>
    <w:rsid w:val="00CD18BA"/>
    <w:rsid w:val="00CE0D5E"/>
    <w:rsid w:val="00CE1F0A"/>
    <w:rsid w:val="00CE4ED4"/>
    <w:rsid w:val="00CF0887"/>
    <w:rsid w:val="00CF53C6"/>
    <w:rsid w:val="00CF7EBA"/>
    <w:rsid w:val="00D0036E"/>
    <w:rsid w:val="00D06211"/>
    <w:rsid w:val="00D062FD"/>
    <w:rsid w:val="00D10E52"/>
    <w:rsid w:val="00D159D5"/>
    <w:rsid w:val="00D16D87"/>
    <w:rsid w:val="00D17138"/>
    <w:rsid w:val="00D21756"/>
    <w:rsid w:val="00D27873"/>
    <w:rsid w:val="00D42445"/>
    <w:rsid w:val="00D51479"/>
    <w:rsid w:val="00D51F54"/>
    <w:rsid w:val="00D5560C"/>
    <w:rsid w:val="00D601C1"/>
    <w:rsid w:val="00D60A3C"/>
    <w:rsid w:val="00D6143D"/>
    <w:rsid w:val="00D661A7"/>
    <w:rsid w:val="00D76C8C"/>
    <w:rsid w:val="00D83E38"/>
    <w:rsid w:val="00D90FB6"/>
    <w:rsid w:val="00DB3266"/>
    <w:rsid w:val="00DB4B03"/>
    <w:rsid w:val="00DB644C"/>
    <w:rsid w:val="00DC62E3"/>
    <w:rsid w:val="00DD31AF"/>
    <w:rsid w:val="00DD3A36"/>
    <w:rsid w:val="00DD5612"/>
    <w:rsid w:val="00DF13A3"/>
    <w:rsid w:val="00DF31A7"/>
    <w:rsid w:val="00E048EB"/>
    <w:rsid w:val="00E07066"/>
    <w:rsid w:val="00E07481"/>
    <w:rsid w:val="00E11B9B"/>
    <w:rsid w:val="00E12C73"/>
    <w:rsid w:val="00E12F39"/>
    <w:rsid w:val="00E16CFC"/>
    <w:rsid w:val="00E360E8"/>
    <w:rsid w:val="00E426AF"/>
    <w:rsid w:val="00E42786"/>
    <w:rsid w:val="00E6121E"/>
    <w:rsid w:val="00E6349C"/>
    <w:rsid w:val="00E634CD"/>
    <w:rsid w:val="00E6481B"/>
    <w:rsid w:val="00E66A99"/>
    <w:rsid w:val="00E71D1C"/>
    <w:rsid w:val="00E818DD"/>
    <w:rsid w:val="00E82C3D"/>
    <w:rsid w:val="00E8319F"/>
    <w:rsid w:val="00E833BD"/>
    <w:rsid w:val="00E83451"/>
    <w:rsid w:val="00E84B05"/>
    <w:rsid w:val="00E85D23"/>
    <w:rsid w:val="00E90B93"/>
    <w:rsid w:val="00ED2F09"/>
    <w:rsid w:val="00EE0717"/>
    <w:rsid w:val="00EF413B"/>
    <w:rsid w:val="00EF723A"/>
    <w:rsid w:val="00F07D59"/>
    <w:rsid w:val="00F24EB8"/>
    <w:rsid w:val="00F32C5A"/>
    <w:rsid w:val="00F34091"/>
    <w:rsid w:val="00F45B71"/>
    <w:rsid w:val="00F50051"/>
    <w:rsid w:val="00F5035F"/>
    <w:rsid w:val="00F56484"/>
    <w:rsid w:val="00F57571"/>
    <w:rsid w:val="00F62456"/>
    <w:rsid w:val="00F64D4E"/>
    <w:rsid w:val="00F67DD2"/>
    <w:rsid w:val="00F71142"/>
    <w:rsid w:val="00F73BDD"/>
    <w:rsid w:val="00F77749"/>
    <w:rsid w:val="00F80C5F"/>
    <w:rsid w:val="00F85603"/>
    <w:rsid w:val="00F919B2"/>
    <w:rsid w:val="00F93418"/>
    <w:rsid w:val="00F9399E"/>
    <w:rsid w:val="00F93E25"/>
    <w:rsid w:val="00FA57FE"/>
    <w:rsid w:val="00FB1678"/>
    <w:rsid w:val="00FB431D"/>
    <w:rsid w:val="00FB7DBF"/>
    <w:rsid w:val="00FC1A76"/>
    <w:rsid w:val="00FC2124"/>
    <w:rsid w:val="00FC3033"/>
    <w:rsid w:val="00FD7933"/>
    <w:rsid w:val="00FE0C75"/>
    <w:rsid w:val="00FE11BC"/>
    <w:rsid w:val="00FF4158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A3E7B2"/>
  <w15:docId w15:val="{09504B53-0B73-4441-B5FB-5F11E4A70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9A4"/>
    <w:pPr>
      <w:jc w:val="both"/>
    </w:pPr>
    <w:rPr>
      <w:rFonts w:ascii="Arial" w:hAnsi="Arial"/>
      <w:spacing w:val="-5"/>
      <w:sz w:val="20"/>
      <w:szCs w:val="20"/>
      <w:lang w:eastAsia="en-US"/>
    </w:rPr>
  </w:style>
  <w:style w:type="paragraph" w:styleId="Heading1">
    <w:name w:val="heading 1"/>
    <w:basedOn w:val="HeadingBase"/>
    <w:next w:val="BodyText"/>
    <w:link w:val="Heading1Char"/>
    <w:uiPriority w:val="99"/>
    <w:qFormat/>
    <w:rsid w:val="004679A4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link w:val="Heading2Char"/>
    <w:uiPriority w:val="99"/>
    <w:qFormat/>
    <w:rsid w:val="004679A4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link w:val="Heading3Char"/>
    <w:uiPriority w:val="99"/>
    <w:qFormat/>
    <w:rsid w:val="004679A4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link w:val="Heading4Char"/>
    <w:uiPriority w:val="99"/>
    <w:qFormat/>
    <w:rsid w:val="004679A4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link w:val="Heading5Char"/>
    <w:uiPriority w:val="99"/>
    <w:qFormat/>
    <w:rsid w:val="004679A4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link w:val="Heading6Char"/>
    <w:uiPriority w:val="99"/>
    <w:qFormat/>
    <w:rsid w:val="004679A4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2CC5"/>
    <w:rPr>
      <w:rFonts w:asciiTheme="majorHAnsi" w:eastAsiaTheme="majorEastAsia" w:hAnsiTheme="majorHAnsi" w:cstheme="majorBidi"/>
      <w:b/>
      <w:bCs/>
      <w:spacing w:val="-5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CC5"/>
    <w:rPr>
      <w:rFonts w:asciiTheme="majorHAnsi" w:eastAsiaTheme="majorEastAsia" w:hAnsiTheme="majorHAnsi" w:cstheme="majorBidi"/>
      <w:b/>
      <w:bCs/>
      <w:i/>
      <w:iCs/>
      <w:spacing w:val="-5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2CC5"/>
    <w:rPr>
      <w:rFonts w:asciiTheme="majorHAnsi" w:eastAsiaTheme="majorEastAsia" w:hAnsiTheme="majorHAnsi" w:cstheme="majorBidi"/>
      <w:b/>
      <w:bCs/>
      <w:spacing w:val="-5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CC5"/>
    <w:rPr>
      <w:rFonts w:asciiTheme="minorHAnsi" w:eastAsiaTheme="minorEastAsia" w:hAnsiTheme="minorHAnsi" w:cstheme="minorBidi"/>
      <w:b/>
      <w:bCs/>
      <w:i/>
      <w:iCs/>
      <w:spacing w:val="-5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lang w:eastAsia="en-US"/>
    </w:rPr>
  </w:style>
  <w:style w:type="paragraph" w:customStyle="1" w:styleId="AttentionLine">
    <w:name w:val="Attention Line"/>
    <w:basedOn w:val="Normal"/>
    <w:next w:val="Salutation"/>
    <w:uiPriority w:val="99"/>
    <w:rsid w:val="004679A4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link w:val="SalutationChar"/>
    <w:uiPriority w:val="99"/>
    <w:rsid w:val="004679A4"/>
    <w:pPr>
      <w:spacing w:before="220" w:after="220" w:line="220" w:lineRule="atLeast"/>
      <w:jc w:val="left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4679A4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cList">
    <w:name w:val="Cc List"/>
    <w:basedOn w:val="Normal"/>
    <w:uiPriority w:val="99"/>
    <w:rsid w:val="004679A4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link w:val="ClosingChar"/>
    <w:uiPriority w:val="99"/>
    <w:rsid w:val="004679A4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Signature">
    <w:name w:val="Signature"/>
    <w:basedOn w:val="Normal"/>
    <w:next w:val="SignatureJobTitle"/>
    <w:link w:val="SignatureChar"/>
    <w:uiPriority w:val="99"/>
    <w:rsid w:val="004679A4"/>
    <w:pPr>
      <w:keepNext/>
      <w:spacing w:before="880" w:line="220" w:lineRule="atLeast"/>
      <w:jc w:val="lef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ompanyName">
    <w:name w:val="Company Name"/>
    <w:basedOn w:val="Normal"/>
    <w:uiPriority w:val="99"/>
    <w:rsid w:val="004679A4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uiPriority w:val="99"/>
    <w:rsid w:val="004679A4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4679A4"/>
    <w:rPr>
      <w:rFonts w:ascii="Arial Black" w:hAnsi="Arial Black" w:cs="Times New Roman"/>
      <w:sz w:val="18"/>
    </w:rPr>
  </w:style>
  <w:style w:type="paragraph" w:customStyle="1" w:styleId="Enclosure">
    <w:name w:val="Enclosure"/>
    <w:basedOn w:val="Normal"/>
    <w:next w:val="CcList"/>
    <w:uiPriority w:val="99"/>
    <w:rsid w:val="004679A4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uiPriority w:val="99"/>
    <w:rsid w:val="004679A4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uiPriority w:val="99"/>
    <w:rsid w:val="004679A4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uiPriority w:val="99"/>
    <w:rsid w:val="004679A4"/>
    <w:pPr>
      <w:spacing w:before="220"/>
    </w:pPr>
  </w:style>
  <w:style w:type="paragraph" w:customStyle="1" w:styleId="MailingInstructions">
    <w:name w:val="Mailing Instructions"/>
    <w:basedOn w:val="Normal"/>
    <w:next w:val="InsideAddressName"/>
    <w:uiPriority w:val="99"/>
    <w:rsid w:val="004679A4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uiPriority w:val="99"/>
    <w:rsid w:val="004679A4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uiPriority w:val="99"/>
    <w:rsid w:val="004679A4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uiPriority w:val="99"/>
    <w:rsid w:val="004679A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uiPriority w:val="99"/>
    <w:rsid w:val="004679A4"/>
    <w:pPr>
      <w:spacing w:before="0"/>
    </w:pPr>
  </w:style>
  <w:style w:type="paragraph" w:customStyle="1" w:styleId="SignatureJobTitle">
    <w:name w:val="Signature Job Title"/>
    <w:basedOn w:val="Signature"/>
    <w:next w:val="SignatureCompany"/>
    <w:uiPriority w:val="99"/>
    <w:rsid w:val="004679A4"/>
    <w:pPr>
      <w:spacing w:before="0"/>
    </w:pPr>
  </w:style>
  <w:style w:type="character" w:customStyle="1" w:styleId="Slogan">
    <w:name w:val="Slogan"/>
    <w:uiPriority w:val="99"/>
    <w:rsid w:val="004679A4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uiPriority w:val="99"/>
    <w:rsid w:val="004679A4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link w:val="Head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45EC"/>
    <w:rPr>
      <w:rFonts w:ascii="Arial" w:hAnsi="Arial"/>
      <w:spacing w:val="-5"/>
      <w:lang w:eastAsia="en-US"/>
    </w:rPr>
  </w:style>
  <w:style w:type="character" w:styleId="Hyperlink">
    <w:name w:val="Hyperlink"/>
    <w:basedOn w:val="DefaultParagraphFont"/>
    <w:uiPriority w:val="99"/>
    <w:rsid w:val="004679A4"/>
    <w:rPr>
      <w:rFonts w:cs="Times New Roman"/>
      <w:color w:val="0000FF"/>
      <w:u w:val="single"/>
    </w:rPr>
  </w:style>
  <w:style w:type="paragraph" w:styleId="List">
    <w:name w:val="List"/>
    <w:basedOn w:val="BodyText"/>
    <w:uiPriority w:val="99"/>
    <w:rsid w:val="004679A4"/>
    <w:pPr>
      <w:ind w:left="360" w:hanging="360"/>
    </w:pPr>
  </w:style>
  <w:style w:type="paragraph" w:styleId="ListBullet">
    <w:name w:val="List Bullet"/>
    <w:basedOn w:val="List"/>
    <w:autoRedefine/>
    <w:uiPriority w:val="99"/>
    <w:rsid w:val="00751635"/>
    <w:pPr>
      <w:ind w:left="0" w:firstLine="0"/>
    </w:pPr>
    <w:rPr>
      <w:b/>
      <w:i/>
      <w:color w:val="FF9900"/>
      <w:sz w:val="28"/>
      <w:szCs w:val="28"/>
    </w:rPr>
  </w:style>
  <w:style w:type="paragraph" w:styleId="ListNumber">
    <w:name w:val="List Number"/>
    <w:basedOn w:val="BodyText"/>
    <w:uiPriority w:val="99"/>
    <w:rsid w:val="004679A4"/>
    <w:pPr>
      <w:numPr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rsid w:val="00EF7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C5"/>
    <w:rPr>
      <w:spacing w:val="-5"/>
      <w:sz w:val="0"/>
      <w:szCs w:val="0"/>
      <w:lang w:eastAsia="en-US"/>
    </w:rPr>
  </w:style>
  <w:style w:type="paragraph" w:styleId="Revision">
    <w:name w:val="Revision"/>
    <w:hidden/>
    <w:uiPriority w:val="99"/>
    <w:semiHidden/>
    <w:rsid w:val="001F5EB4"/>
    <w:rPr>
      <w:rFonts w:ascii="Arial" w:hAnsi="Arial"/>
      <w:spacing w:val="-5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2C46E1"/>
    <w:pPr>
      <w:jc w:val="left"/>
    </w:pPr>
    <w:rPr>
      <w:rFonts w:ascii="Tahoma" w:eastAsia="MS Mincho" w:hAnsi="Tahoma"/>
      <w:spacing w:val="0"/>
      <w:sz w:val="24"/>
      <w:szCs w:val="24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CC5"/>
    <w:rPr>
      <w:rFonts w:ascii="Courier New" w:hAnsi="Courier New" w:cs="Courier New"/>
      <w:spacing w:val="-5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BE2019"/>
    <w:pPr>
      <w:spacing w:after="200" w:line="276" w:lineRule="auto"/>
      <w:ind w:left="720"/>
      <w:jc w:val="left"/>
    </w:pPr>
    <w:rPr>
      <w:rFonts w:ascii="Calibri" w:hAnsi="Calibri"/>
      <w:spacing w:val="0"/>
      <w:sz w:val="22"/>
      <w:szCs w:val="22"/>
    </w:rPr>
  </w:style>
  <w:style w:type="table" w:styleId="TableGrid">
    <w:name w:val="Table Grid"/>
    <w:basedOn w:val="TableNormal"/>
    <w:uiPriority w:val="59"/>
    <w:rsid w:val="00D55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Copy">
    <w:name w:val="Body Copy"/>
    <w:rsid w:val="00D5560C"/>
    <w:pPr>
      <w:spacing w:line="320" w:lineRule="exact"/>
    </w:pPr>
    <w:rPr>
      <w:rFonts w:ascii="55 Helvetica Roman" w:hAnsi="55 Helvetica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8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2B6E57-AEFF-496F-861F-0D9CDEDB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Letter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ECJRL Letterhead</vt:lpstr>
    </vt:vector>
  </TitlesOfParts>
  <Company>Hewlett-Packard Company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ECJRL Letterhead</dc:title>
  <dc:subject/>
  <dc:creator>Carina Juniors</dc:creator>
  <cp:keywords/>
  <dc:description/>
  <cp:lastModifiedBy>Carina JRLFC</cp:lastModifiedBy>
  <cp:revision>6</cp:revision>
  <cp:lastPrinted>2015-06-10T01:49:00Z</cp:lastPrinted>
  <dcterms:created xsi:type="dcterms:W3CDTF">2018-08-10T00:19:00Z</dcterms:created>
  <dcterms:modified xsi:type="dcterms:W3CDTF">2021-01-24T22:37:00Z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