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1A4E0" w14:textId="5BFD14EC" w:rsidR="00B5174F" w:rsidRPr="00FF1103" w:rsidRDefault="00B5174F" w:rsidP="00B5174F">
      <w:pPr>
        <w:jc w:val="center"/>
        <w:rPr>
          <w:rFonts w:cs="Arial"/>
          <w:b/>
          <w:sz w:val="32"/>
          <w:szCs w:val="32"/>
        </w:rPr>
      </w:pPr>
      <w:r w:rsidRPr="00FF1103">
        <w:rPr>
          <w:rFonts w:cs="Arial"/>
          <w:b/>
          <w:sz w:val="32"/>
          <w:szCs w:val="32"/>
        </w:rPr>
        <w:t xml:space="preserve">APPLICATION FOR </w:t>
      </w:r>
      <w:r w:rsidR="00E8619B" w:rsidRPr="00FF1103">
        <w:rPr>
          <w:rFonts w:cs="Arial"/>
          <w:b/>
          <w:sz w:val="32"/>
          <w:szCs w:val="32"/>
        </w:rPr>
        <w:t>REGISTRATION FEE REFUND</w:t>
      </w:r>
      <w:r w:rsidRPr="00FF1103">
        <w:rPr>
          <w:rFonts w:cs="Arial"/>
          <w:b/>
          <w:sz w:val="32"/>
          <w:szCs w:val="32"/>
        </w:rPr>
        <w:t xml:space="preserve"> IN 20</w:t>
      </w:r>
      <w:r w:rsidR="00754037" w:rsidRPr="00FF1103">
        <w:rPr>
          <w:rFonts w:cs="Arial"/>
          <w:b/>
          <w:sz w:val="32"/>
          <w:szCs w:val="32"/>
        </w:rPr>
        <w:t>2</w:t>
      </w:r>
      <w:r w:rsidR="003C046A">
        <w:rPr>
          <w:rFonts w:cs="Arial"/>
          <w:b/>
          <w:sz w:val="32"/>
          <w:szCs w:val="32"/>
        </w:rPr>
        <w:t>1</w:t>
      </w:r>
      <w:r w:rsidRPr="00FF1103">
        <w:rPr>
          <w:rFonts w:cs="Arial"/>
          <w:b/>
          <w:sz w:val="32"/>
          <w:szCs w:val="32"/>
        </w:rPr>
        <w:t xml:space="preserve"> SEASON</w:t>
      </w:r>
    </w:p>
    <w:p w14:paraId="102ED841" w14:textId="77777777" w:rsidR="00B5174F" w:rsidRPr="00FF1103" w:rsidRDefault="00B5174F" w:rsidP="00B5174F">
      <w:pPr>
        <w:rPr>
          <w:rFonts w:cs="Arial"/>
          <w:sz w:val="24"/>
          <w:szCs w:val="24"/>
        </w:rPr>
      </w:pPr>
    </w:p>
    <w:p w14:paraId="702AF5E6" w14:textId="77777777" w:rsidR="00B5174F" w:rsidRPr="00FF1103" w:rsidRDefault="00B5174F" w:rsidP="00B5174F">
      <w:pPr>
        <w:tabs>
          <w:tab w:val="left" w:pos="3105"/>
        </w:tabs>
        <w:rPr>
          <w:rFonts w:cs="Arial"/>
          <w:sz w:val="24"/>
          <w:szCs w:val="24"/>
        </w:rPr>
      </w:pPr>
      <w:r w:rsidRPr="00FF1103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6E00B" wp14:editId="7B6DF530">
                <wp:simplePos x="0" y="0"/>
                <wp:positionH relativeFrom="column">
                  <wp:posOffset>-291465</wp:posOffset>
                </wp:positionH>
                <wp:positionV relativeFrom="paragraph">
                  <wp:posOffset>108585</wp:posOffset>
                </wp:positionV>
                <wp:extent cx="6610350" cy="34290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2E2C0" w14:textId="52F1A228" w:rsidR="00B5174F" w:rsidRPr="00FF1103" w:rsidRDefault="00B5174F" w:rsidP="00B5174F">
                            <w:pPr>
                              <w:rPr>
                                <w:rFonts w:cs="Arial"/>
                                <w:bCs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6E0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2.95pt;margin-top:8.55pt;width:520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">
                <v:textbox>
                  <w:txbxContent>
                    <w:p w14:paraId="2AF2E2C0" w14:textId="52F1A228" w:rsidR="00B5174F" w:rsidRPr="00FF1103" w:rsidRDefault="00B5174F" w:rsidP="00B5174F">
                      <w:pPr>
                        <w:rPr>
                          <w:rFonts w:cs="Arial"/>
                          <w:bCs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FF1103">
        <w:rPr>
          <w:rFonts w:cs="Arial"/>
          <w:sz w:val="24"/>
          <w:szCs w:val="24"/>
        </w:rPr>
        <w:tab/>
      </w:r>
    </w:p>
    <w:p w14:paraId="3B2872EA" w14:textId="77777777" w:rsidR="00B5174F" w:rsidRPr="00FF1103" w:rsidRDefault="00B5174F" w:rsidP="00B5174F">
      <w:pPr>
        <w:tabs>
          <w:tab w:val="left" w:pos="3105"/>
        </w:tabs>
        <w:rPr>
          <w:rFonts w:cs="Arial"/>
          <w:sz w:val="24"/>
          <w:szCs w:val="24"/>
        </w:rPr>
      </w:pPr>
      <w:r w:rsidRPr="00FF1103">
        <w:rPr>
          <w:rFonts w:cs="Arial"/>
          <w:sz w:val="24"/>
          <w:szCs w:val="24"/>
        </w:rPr>
        <w:tab/>
      </w:r>
    </w:p>
    <w:p w14:paraId="19CD4650" w14:textId="77777777" w:rsidR="00B5174F" w:rsidRPr="00FF1103" w:rsidRDefault="00B5174F" w:rsidP="00B5174F">
      <w:pPr>
        <w:rPr>
          <w:rFonts w:cs="Arial"/>
          <w:sz w:val="24"/>
          <w:szCs w:val="24"/>
        </w:rPr>
      </w:pPr>
    </w:p>
    <w:p w14:paraId="730F3397" w14:textId="77777777" w:rsidR="00B5174F" w:rsidRPr="00FF1103" w:rsidRDefault="00B5174F" w:rsidP="00B5174F">
      <w:pPr>
        <w:rPr>
          <w:rFonts w:cs="Arial"/>
          <w:sz w:val="24"/>
          <w:szCs w:val="24"/>
        </w:rPr>
      </w:pPr>
      <w:r w:rsidRPr="00FF1103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4218E" wp14:editId="50682CCF">
                <wp:simplePos x="0" y="0"/>
                <wp:positionH relativeFrom="column">
                  <wp:posOffset>-291465</wp:posOffset>
                </wp:positionH>
                <wp:positionV relativeFrom="paragraph">
                  <wp:posOffset>68580</wp:posOffset>
                </wp:positionV>
                <wp:extent cx="6629400" cy="3429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2EF07" w14:textId="7A024676" w:rsidR="00B5174F" w:rsidRPr="00FF1103" w:rsidRDefault="00B5174F" w:rsidP="00B5174F">
                            <w:pPr>
                              <w:rPr>
                                <w:rFonts w:cs="Arial"/>
                                <w:bCs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Supplier/Creditor/Payee 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4218E" id="Text Box 4" o:spid="_x0000_s1027" type="#_x0000_t202" style="position:absolute;left:0;text-align:left;margin-left:-22.95pt;margin-top:5.4pt;width:52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">
                <v:textbox>
                  <w:txbxContent>
                    <w:p w14:paraId="4DC2EF07" w14:textId="7A024676" w:rsidR="00B5174F" w:rsidRPr="00FF1103" w:rsidRDefault="00B5174F" w:rsidP="00B5174F">
                      <w:pPr>
                        <w:rPr>
                          <w:rFonts w:cs="Arial"/>
                          <w:bCs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>Supplier/Creditor/Payee Name:</w:t>
                      </w:r>
                    </w:p>
                  </w:txbxContent>
                </v:textbox>
              </v:shape>
            </w:pict>
          </mc:Fallback>
        </mc:AlternateContent>
      </w:r>
    </w:p>
    <w:p w14:paraId="293B2177" w14:textId="77777777" w:rsidR="00B5174F" w:rsidRPr="00FF1103" w:rsidRDefault="00B5174F" w:rsidP="00B5174F">
      <w:pPr>
        <w:jc w:val="center"/>
        <w:rPr>
          <w:rFonts w:cs="Arial"/>
          <w:b/>
          <w:sz w:val="24"/>
          <w:szCs w:val="24"/>
          <w:u w:val="single"/>
        </w:rPr>
      </w:pPr>
    </w:p>
    <w:p w14:paraId="5C7FA493" w14:textId="77777777" w:rsidR="00B5174F" w:rsidRPr="00FF1103" w:rsidRDefault="00B5174F" w:rsidP="00B5174F">
      <w:pPr>
        <w:jc w:val="center"/>
        <w:rPr>
          <w:rFonts w:cs="Arial"/>
          <w:b/>
          <w:sz w:val="24"/>
          <w:szCs w:val="24"/>
          <w:u w:val="single"/>
        </w:rPr>
      </w:pPr>
    </w:p>
    <w:p w14:paraId="27D98D25" w14:textId="77777777" w:rsidR="00B5174F" w:rsidRPr="00FF1103" w:rsidRDefault="00B5174F" w:rsidP="00B5174F">
      <w:pPr>
        <w:rPr>
          <w:rFonts w:cs="Arial"/>
          <w:sz w:val="24"/>
          <w:szCs w:val="24"/>
          <w:u w:val="single"/>
        </w:rPr>
      </w:pPr>
    </w:p>
    <w:tbl>
      <w:tblPr>
        <w:tblW w:w="104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2"/>
        <w:gridCol w:w="2418"/>
      </w:tblGrid>
      <w:tr w:rsidR="00B5174F" w:rsidRPr="00FF1103" w14:paraId="2736E67F" w14:textId="77777777" w:rsidTr="002D451A">
        <w:trPr>
          <w:trHeight w:val="911"/>
        </w:trPr>
        <w:tc>
          <w:tcPr>
            <w:tcW w:w="7982" w:type="dxa"/>
          </w:tcPr>
          <w:p w14:paraId="600893F0" w14:textId="77777777" w:rsidR="00B5174F" w:rsidRPr="00FF1103" w:rsidRDefault="00B5174F" w:rsidP="002D451A">
            <w:pPr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  <w:r w:rsidRPr="00FF1103">
              <w:rPr>
                <w:rFonts w:cs="Arial"/>
                <w:b/>
                <w:sz w:val="24"/>
                <w:szCs w:val="24"/>
                <w:u w:val="single"/>
              </w:rPr>
              <w:t>Claim Details</w:t>
            </w:r>
          </w:p>
        </w:tc>
        <w:tc>
          <w:tcPr>
            <w:tcW w:w="2418" w:type="dxa"/>
          </w:tcPr>
          <w:p w14:paraId="442053AD" w14:textId="77777777" w:rsidR="00B5174F" w:rsidRPr="00FF1103" w:rsidRDefault="00B5174F" w:rsidP="002D451A">
            <w:pPr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  <w:r w:rsidRPr="00FF1103">
              <w:rPr>
                <w:rFonts w:cs="Arial"/>
                <w:b/>
                <w:sz w:val="24"/>
                <w:szCs w:val="24"/>
                <w:u w:val="single"/>
              </w:rPr>
              <w:t>Amount</w:t>
            </w:r>
          </w:p>
        </w:tc>
      </w:tr>
      <w:tr w:rsidR="00B5174F" w:rsidRPr="00FF1103" w14:paraId="6F634C92" w14:textId="77777777" w:rsidTr="002D451A">
        <w:trPr>
          <w:trHeight w:val="911"/>
        </w:trPr>
        <w:tc>
          <w:tcPr>
            <w:tcW w:w="7982" w:type="dxa"/>
            <w:vAlign w:val="center"/>
          </w:tcPr>
          <w:p w14:paraId="00355707" w14:textId="351C3F14" w:rsidR="00B5174F" w:rsidRPr="00FF1103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1958668F" w14:textId="445612CE" w:rsidR="00B5174F" w:rsidRPr="00FF1103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5174F" w:rsidRPr="00FF1103" w14:paraId="4F35B81B" w14:textId="77777777" w:rsidTr="002D451A">
        <w:trPr>
          <w:trHeight w:val="911"/>
        </w:trPr>
        <w:tc>
          <w:tcPr>
            <w:tcW w:w="7982" w:type="dxa"/>
            <w:vAlign w:val="center"/>
          </w:tcPr>
          <w:p w14:paraId="4F7D7654" w14:textId="17ACBEBB" w:rsidR="00B5174F" w:rsidRPr="00FF1103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14:paraId="1B315926" w14:textId="77777777" w:rsidR="00B5174F" w:rsidRPr="00FF1103" w:rsidRDefault="00B5174F" w:rsidP="002D451A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5174F" w:rsidRPr="00FF1103" w14:paraId="65750920" w14:textId="77777777" w:rsidTr="002D451A">
        <w:trPr>
          <w:trHeight w:val="981"/>
        </w:trPr>
        <w:tc>
          <w:tcPr>
            <w:tcW w:w="7982" w:type="dxa"/>
            <w:vAlign w:val="center"/>
          </w:tcPr>
          <w:p w14:paraId="5AE4D194" w14:textId="77777777" w:rsidR="00B5174F" w:rsidRPr="00FF1103" w:rsidRDefault="00B5174F" w:rsidP="002D451A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FF1103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2418" w:type="dxa"/>
            <w:vAlign w:val="center"/>
          </w:tcPr>
          <w:p w14:paraId="1748F894" w14:textId="591DC4F4" w:rsidR="00B5174F" w:rsidRPr="00FF1103" w:rsidRDefault="00B5174F" w:rsidP="00FF110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FF1103" w:rsidRPr="00FF1103" w14:paraId="457AF4CC" w14:textId="77777777" w:rsidTr="004F592D">
        <w:trPr>
          <w:trHeight w:val="981"/>
        </w:trPr>
        <w:tc>
          <w:tcPr>
            <w:tcW w:w="10400" w:type="dxa"/>
            <w:gridSpan w:val="2"/>
            <w:vAlign w:val="center"/>
          </w:tcPr>
          <w:p w14:paraId="5840B55F" w14:textId="7E4FC02C" w:rsidR="00FF1103" w:rsidRPr="00FF1103" w:rsidRDefault="00FF1103" w:rsidP="002D451A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Applications received by 9am Monday will be refunded in our payment run on the </w:t>
            </w:r>
            <w:r w:rsidR="003C046A">
              <w:rPr>
                <w:rFonts w:cs="Arial"/>
                <w:b/>
                <w:sz w:val="24"/>
                <w:szCs w:val="24"/>
              </w:rPr>
              <w:t>Wednesday</w:t>
            </w:r>
            <w:r>
              <w:rPr>
                <w:rFonts w:cs="Arial"/>
                <w:b/>
                <w:sz w:val="24"/>
                <w:szCs w:val="24"/>
              </w:rPr>
              <w:t xml:space="preserve"> of that week.</w:t>
            </w:r>
          </w:p>
        </w:tc>
      </w:tr>
    </w:tbl>
    <w:p w14:paraId="08242B56" w14:textId="21575309" w:rsidR="001E7212" w:rsidRPr="00FF1103" w:rsidRDefault="00B5174F" w:rsidP="002D5567">
      <w:pPr>
        <w:rPr>
          <w:rFonts w:cs="Arial"/>
        </w:rPr>
      </w:pPr>
      <w:r w:rsidRPr="00FF1103">
        <w:rPr>
          <w:rFonts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BF470" wp14:editId="5F2D5476">
                <wp:simplePos x="0" y="0"/>
                <wp:positionH relativeFrom="margin">
                  <wp:posOffset>-234315</wp:posOffset>
                </wp:positionH>
                <wp:positionV relativeFrom="paragraph">
                  <wp:posOffset>287020</wp:posOffset>
                </wp:positionV>
                <wp:extent cx="6562725" cy="1809750"/>
                <wp:effectExtent l="0" t="0" r="2857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EA7CA" w14:textId="77777777" w:rsidR="00B5174F" w:rsidRPr="00F92FDE" w:rsidRDefault="00B5174F" w:rsidP="00B5174F">
                            <w:pPr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Direct Bank Deposit</w:t>
                            </w:r>
                          </w:p>
                          <w:p w14:paraId="2F47C893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FE68139" w14:textId="3E6B1554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Account Name</w:t>
                            </w:r>
                            <w:r w:rsidR="00FF1103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</w:t>
                            </w:r>
                            <w:r w:rsidR="00FF1103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</w:t>
                            </w:r>
                          </w:p>
                          <w:p w14:paraId="78F84F08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8FCD253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461DB410" w14:textId="0C35363E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BSB</w:t>
                            </w:r>
                            <w:r w:rsidR="00FF1103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_________________________________________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____________________________________</w:t>
                            </w: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__</w:t>
                            </w:r>
                          </w:p>
                          <w:p w14:paraId="7C919197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778B4E81" w14:textId="77777777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364FA66C" w14:textId="2E3198A6" w:rsidR="00B5174F" w:rsidRPr="00F92FDE" w:rsidRDefault="00B5174F" w:rsidP="00B5174F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F92FDE">
                              <w:rPr>
                                <w:rFonts w:cs="Arial"/>
                                <w:sz w:val="22"/>
                                <w:szCs w:val="22"/>
                              </w:rPr>
                              <w:t>Account Number</w:t>
                            </w:r>
                            <w:r w:rsidR="00FF1103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BF470" id="Text Box 3" o:spid="_x0000_s1028" type="#_x0000_t202" style="position:absolute;left:0;text-align:left;margin-left:-18.45pt;margin-top:22.6pt;width:516.75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">
                <v:textbox>
                  <w:txbxContent>
                    <w:p w14:paraId="4A0EA7CA" w14:textId="77777777" w:rsidR="00B5174F" w:rsidRPr="00F92FDE" w:rsidRDefault="00B5174F" w:rsidP="00B5174F">
                      <w:pPr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b/>
                          <w:sz w:val="22"/>
                          <w:szCs w:val="22"/>
                        </w:rPr>
                        <w:t>Direct Bank Deposit</w:t>
                      </w:r>
                    </w:p>
                    <w:p w14:paraId="2F47C893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FE68139" w14:textId="3E6B1554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Account Name</w:t>
                      </w:r>
                      <w:r w:rsidR="00FF1103">
                        <w:rPr>
                          <w:rFonts w:cs="Arial"/>
                          <w:sz w:val="22"/>
                          <w:szCs w:val="22"/>
                        </w:rPr>
                        <w:t xml:space="preserve">: 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_________________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____________________________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_____________________</w:t>
                      </w:r>
                      <w:r w:rsidR="00FF1103">
                        <w:rPr>
                          <w:rFonts w:cs="Arial"/>
                          <w:sz w:val="22"/>
                          <w:szCs w:val="22"/>
                        </w:rPr>
                        <w:t>_____</w:t>
                      </w:r>
                    </w:p>
                    <w:p w14:paraId="78F84F08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8FCD253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461DB410" w14:textId="0C35363E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BSB</w:t>
                      </w:r>
                      <w:r w:rsidR="00FF1103">
                        <w:rPr>
                          <w:rFonts w:cs="Arial"/>
                          <w:sz w:val="22"/>
                          <w:szCs w:val="22"/>
                        </w:rPr>
                        <w:t xml:space="preserve">: 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_________________________________________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____________________________________</w:t>
                      </w: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__</w:t>
                      </w:r>
                    </w:p>
                    <w:p w14:paraId="7C919197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778B4E81" w14:textId="77777777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364FA66C" w14:textId="2E3198A6" w:rsidR="00B5174F" w:rsidRPr="00F92FDE" w:rsidRDefault="00B5174F" w:rsidP="00B5174F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F92FDE">
                        <w:rPr>
                          <w:rFonts w:cs="Arial"/>
                          <w:sz w:val="22"/>
                          <w:szCs w:val="22"/>
                        </w:rPr>
                        <w:t>Account Number</w:t>
                      </w:r>
                      <w:r w:rsidR="00FF1103">
                        <w:rPr>
                          <w:rFonts w:cs="Arial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E7212" w:rsidRPr="00FF1103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5F07D" w14:textId="77777777" w:rsidR="0083205B" w:rsidRDefault="0083205B">
      <w:r>
        <w:separator/>
      </w:r>
    </w:p>
  </w:endnote>
  <w:endnote w:type="continuationSeparator" w:id="0">
    <w:p w14:paraId="2B742A9B" w14:textId="77777777" w:rsidR="0083205B" w:rsidRDefault="0083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14D9C" w14:textId="77777777" w:rsidR="0083205B" w:rsidRDefault="0083205B">
      <w:r>
        <w:separator/>
      </w:r>
    </w:p>
  </w:footnote>
  <w:footnote w:type="continuationSeparator" w:id="0">
    <w:p w14:paraId="1E9B2F38" w14:textId="77777777" w:rsidR="0083205B" w:rsidRDefault="00832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7E05D8"/>
    <w:multiLevelType w:val="hybridMultilevel"/>
    <w:tmpl w:val="A68E36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F313F"/>
    <w:multiLevelType w:val="hybridMultilevel"/>
    <w:tmpl w:val="1C8ECFE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5588"/>
    <w:multiLevelType w:val="hybridMultilevel"/>
    <w:tmpl w:val="319A49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4C1409"/>
    <w:multiLevelType w:val="hybridMultilevel"/>
    <w:tmpl w:val="84226E0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91B48BA"/>
    <w:multiLevelType w:val="hybridMultilevel"/>
    <w:tmpl w:val="9C6A18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51991"/>
    <w:multiLevelType w:val="hybridMultilevel"/>
    <w:tmpl w:val="E4F40B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6C4C1C"/>
    <w:multiLevelType w:val="hybridMultilevel"/>
    <w:tmpl w:val="41141328"/>
    <w:lvl w:ilvl="0" w:tplc="0C090001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D2816E5"/>
    <w:multiLevelType w:val="hybridMultilevel"/>
    <w:tmpl w:val="4F8055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2756F"/>
    <w:multiLevelType w:val="hybridMultilevel"/>
    <w:tmpl w:val="EA22DBB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15694"/>
    <w:multiLevelType w:val="hybridMultilevel"/>
    <w:tmpl w:val="41C23B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D546A"/>
    <w:multiLevelType w:val="hybridMultilevel"/>
    <w:tmpl w:val="ACA6C8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DE29CF"/>
    <w:multiLevelType w:val="hybridMultilevel"/>
    <w:tmpl w:val="6B261F5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152A7"/>
    <w:multiLevelType w:val="hybridMultilevel"/>
    <w:tmpl w:val="1D4657A2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9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400FF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F9019F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522E6A68"/>
    <w:multiLevelType w:val="hybridMultilevel"/>
    <w:tmpl w:val="E59AF52A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3" w15:restartNumberingAfterBreak="0">
    <w:nsid w:val="547269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6C4FB5"/>
    <w:multiLevelType w:val="hybridMultilevel"/>
    <w:tmpl w:val="31306E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44793"/>
    <w:multiLevelType w:val="hybridMultilevel"/>
    <w:tmpl w:val="93AA439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14D5E"/>
    <w:multiLevelType w:val="hybridMultilevel"/>
    <w:tmpl w:val="136A254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62F68"/>
    <w:multiLevelType w:val="hybridMultilevel"/>
    <w:tmpl w:val="EF6242DC"/>
    <w:lvl w:ilvl="0" w:tplc="FFE80FE0">
      <w:start w:val="1"/>
      <w:numFmt w:val="bullet"/>
      <w:lvlText w:val=""/>
      <w:lvlJc w:val="left"/>
      <w:pPr>
        <w:tabs>
          <w:tab w:val="num" w:pos="379"/>
        </w:tabs>
        <w:ind w:left="396" w:hanging="396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29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74937E7"/>
    <w:multiLevelType w:val="hybridMultilevel"/>
    <w:tmpl w:val="94D685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35B99"/>
    <w:multiLevelType w:val="hybridMultilevel"/>
    <w:tmpl w:val="73EED42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164BD"/>
    <w:multiLevelType w:val="hybridMultilevel"/>
    <w:tmpl w:val="E1BC77A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C3025"/>
    <w:multiLevelType w:val="hybridMultilevel"/>
    <w:tmpl w:val="612AF20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1066E"/>
    <w:multiLevelType w:val="hybridMultilevel"/>
    <w:tmpl w:val="9D4AB8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CA3ADF"/>
    <w:multiLevelType w:val="hybridMultilevel"/>
    <w:tmpl w:val="AAEE18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C31236"/>
    <w:multiLevelType w:val="hybridMultilevel"/>
    <w:tmpl w:val="ED30DA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DA4BF2"/>
    <w:multiLevelType w:val="hybridMultilevel"/>
    <w:tmpl w:val="980EF91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9"/>
  </w:num>
  <w:num w:numId="6">
    <w:abstractNumId w:val="30"/>
  </w:num>
  <w:num w:numId="7">
    <w:abstractNumId w:val="29"/>
  </w:num>
  <w:num w:numId="8">
    <w:abstractNumId w:val="19"/>
  </w:num>
  <w:num w:numId="9">
    <w:abstractNumId w:val="26"/>
  </w:num>
  <w:num w:numId="10">
    <w:abstractNumId w:val="16"/>
  </w:num>
  <w:num w:numId="11">
    <w:abstractNumId w:val="14"/>
  </w:num>
  <w:num w:numId="12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20"/>
  </w:num>
  <w:num w:numId="14">
    <w:abstractNumId w:val="18"/>
  </w:num>
  <w:num w:numId="15">
    <w:abstractNumId w:val="21"/>
  </w:num>
  <w:num w:numId="16">
    <w:abstractNumId w:val="28"/>
  </w:num>
  <w:num w:numId="17">
    <w:abstractNumId w:val="33"/>
  </w:num>
  <w:num w:numId="18">
    <w:abstractNumId w:val="31"/>
  </w:num>
  <w:num w:numId="19">
    <w:abstractNumId w:val="22"/>
  </w:num>
  <w:num w:numId="20">
    <w:abstractNumId w:val="27"/>
  </w:num>
  <w:num w:numId="21">
    <w:abstractNumId w:val="11"/>
  </w:num>
  <w:num w:numId="22">
    <w:abstractNumId w:val="32"/>
  </w:num>
  <w:num w:numId="23">
    <w:abstractNumId w:val="17"/>
  </w:num>
  <w:num w:numId="24">
    <w:abstractNumId w:val="23"/>
  </w:num>
  <w:num w:numId="25">
    <w:abstractNumId w:val="34"/>
  </w:num>
  <w:num w:numId="26">
    <w:abstractNumId w:val="15"/>
  </w:num>
  <w:num w:numId="27">
    <w:abstractNumId w:val="36"/>
  </w:num>
  <w:num w:numId="28">
    <w:abstractNumId w:val="5"/>
  </w:num>
  <w:num w:numId="29">
    <w:abstractNumId w:val="25"/>
  </w:num>
  <w:num w:numId="30">
    <w:abstractNumId w:val="13"/>
  </w:num>
  <w:num w:numId="31">
    <w:abstractNumId w:val="4"/>
  </w:num>
  <w:num w:numId="32">
    <w:abstractNumId w:val="3"/>
  </w:num>
  <w:num w:numId="33">
    <w:abstractNumId w:val="12"/>
  </w:num>
  <w:num w:numId="34">
    <w:abstractNumId w:val="10"/>
  </w:num>
  <w:num w:numId="35">
    <w:abstractNumId w:val="37"/>
  </w:num>
  <w:num w:numId="36">
    <w:abstractNumId w:val="35"/>
  </w:num>
  <w:num w:numId="37">
    <w:abstractNumId w:val="8"/>
  </w:num>
  <w:num w:numId="38">
    <w:abstractNumId w:val="24"/>
  </w:num>
  <w:num w:numId="39">
    <w:abstractNumId w:val="6"/>
  </w:num>
  <w:num w:numId="40">
    <w:abstractNumId w:val="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56EB"/>
    <w:rsid w:val="00056B0B"/>
    <w:rsid w:val="00060408"/>
    <w:rsid w:val="00062CBE"/>
    <w:rsid w:val="0007431E"/>
    <w:rsid w:val="00080277"/>
    <w:rsid w:val="00080701"/>
    <w:rsid w:val="000963A8"/>
    <w:rsid w:val="000A0875"/>
    <w:rsid w:val="000B458E"/>
    <w:rsid w:val="000C17D1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161A9"/>
    <w:rsid w:val="001218F8"/>
    <w:rsid w:val="00121944"/>
    <w:rsid w:val="00122280"/>
    <w:rsid w:val="0012399A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0695"/>
    <w:rsid w:val="002B4186"/>
    <w:rsid w:val="002B62C4"/>
    <w:rsid w:val="002B7499"/>
    <w:rsid w:val="002C3730"/>
    <w:rsid w:val="002C46E1"/>
    <w:rsid w:val="002C4C87"/>
    <w:rsid w:val="002C742B"/>
    <w:rsid w:val="002D2BE5"/>
    <w:rsid w:val="002D5567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B2234"/>
    <w:rsid w:val="003B29D3"/>
    <w:rsid w:val="003C046A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061F"/>
    <w:rsid w:val="00582CEE"/>
    <w:rsid w:val="0059261A"/>
    <w:rsid w:val="00593307"/>
    <w:rsid w:val="00596103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24425"/>
    <w:rsid w:val="00633E89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4F34"/>
    <w:rsid w:val="006F5B45"/>
    <w:rsid w:val="00707BD6"/>
    <w:rsid w:val="0072515A"/>
    <w:rsid w:val="0072659C"/>
    <w:rsid w:val="00732A92"/>
    <w:rsid w:val="00733EAC"/>
    <w:rsid w:val="007352C5"/>
    <w:rsid w:val="007376E7"/>
    <w:rsid w:val="00741A02"/>
    <w:rsid w:val="00744406"/>
    <w:rsid w:val="00744CF7"/>
    <w:rsid w:val="00750350"/>
    <w:rsid w:val="00751635"/>
    <w:rsid w:val="007528A5"/>
    <w:rsid w:val="00753AD1"/>
    <w:rsid w:val="00754037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A050A"/>
    <w:rsid w:val="007B42C7"/>
    <w:rsid w:val="007B4425"/>
    <w:rsid w:val="007C60E4"/>
    <w:rsid w:val="007D15F3"/>
    <w:rsid w:val="007D606A"/>
    <w:rsid w:val="007E4A64"/>
    <w:rsid w:val="00802A1F"/>
    <w:rsid w:val="0080633B"/>
    <w:rsid w:val="0080721C"/>
    <w:rsid w:val="0081040C"/>
    <w:rsid w:val="00815C6F"/>
    <w:rsid w:val="00817439"/>
    <w:rsid w:val="00831DD4"/>
    <w:rsid w:val="0083205B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174F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460E7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4C2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8619B"/>
    <w:rsid w:val="00E90B93"/>
    <w:rsid w:val="00ED2F09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1103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  <w:style w:type="paragraph" w:customStyle="1" w:styleId="Default">
    <w:name w:val="Default"/>
    <w:rsid w:val="001161A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45E2F4-1D3C-4573-8D7D-BDC17872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10</cp:revision>
  <cp:lastPrinted>2015-06-10T01:49:00Z</cp:lastPrinted>
  <dcterms:created xsi:type="dcterms:W3CDTF">2020-01-20T00:21:00Z</dcterms:created>
  <dcterms:modified xsi:type="dcterms:W3CDTF">2021-01-24T22:38:00Z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