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1A4E0" w14:textId="5E8C1F69" w:rsidR="00B5174F" w:rsidRPr="00D44E42" w:rsidRDefault="00B5174F" w:rsidP="00B5174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APPLICATION FOR </w:t>
      </w:r>
      <w:r w:rsidRPr="00D44E42">
        <w:rPr>
          <w:rFonts w:cs="Arial"/>
          <w:b/>
          <w:sz w:val="32"/>
          <w:szCs w:val="32"/>
        </w:rPr>
        <w:t>RE</w:t>
      </w:r>
      <w:r w:rsidR="00C460E7">
        <w:rPr>
          <w:rFonts w:cs="Arial"/>
          <w:b/>
          <w:sz w:val="32"/>
          <w:szCs w:val="32"/>
        </w:rPr>
        <w:t>IMBURSEMENT</w:t>
      </w:r>
      <w:r>
        <w:rPr>
          <w:rFonts w:cs="Arial"/>
          <w:b/>
          <w:sz w:val="32"/>
          <w:szCs w:val="32"/>
        </w:rPr>
        <w:t xml:space="preserve"> IN 20</w:t>
      </w:r>
      <w:r w:rsidR="00754037">
        <w:rPr>
          <w:rFonts w:cs="Arial"/>
          <w:b/>
          <w:sz w:val="32"/>
          <w:szCs w:val="32"/>
        </w:rPr>
        <w:t>2</w:t>
      </w:r>
      <w:r w:rsidR="00C879E5">
        <w:rPr>
          <w:rFonts w:cs="Arial"/>
          <w:b/>
          <w:sz w:val="32"/>
          <w:szCs w:val="32"/>
        </w:rPr>
        <w:t>1</w:t>
      </w:r>
      <w:r>
        <w:rPr>
          <w:rFonts w:cs="Arial"/>
          <w:b/>
          <w:sz w:val="32"/>
          <w:szCs w:val="32"/>
        </w:rPr>
        <w:t xml:space="preserve"> SEASON</w:t>
      </w:r>
    </w:p>
    <w:p w14:paraId="102ED841" w14:textId="77777777" w:rsidR="00B5174F" w:rsidRPr="00D44E42" w:rsidRDefault="00B5174F" w:rsidP="00B5174F">
      <w:pPr>
        <w:rPr>
          <w:rFonts w:cs="Arial"/>
          <w:sz w:val="24"/>
          <w:szCs w:val="24"/>
        </w:rPr>
      </w:pPr>
    </w:p>
    <w:p w14:paraId="702AF5E6" w14:textId="77777777" w:rsidR="00B5174F" w:rsidRPr="00D44E42" w:rsidRDefault="00B5174F" w:rsidP="00B5174F">
      <w:pPr>
        <w:tabs>
          <w:tab w:val="left" w:pos="3105"/>
        </w:tabs>
        <w:rPr>
          <w:rFonts w:cs="Arial"/>
          <w:sz w:val="24"/>
          <w:szCs w:val="24"/>
        </w:rPr>
      </w:pPr>
      <w:r w:rsidRPr="00D44E42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6E00B" wp14:editId="7B6DF530">
                <wp:simplePos x="0" y="0"/>
                <wp:positionH relativeFrom="column">
                  <wp:posOffset>-291465</wp:posOffset>
                </wp:positionH>
                <wp:positionV relativeFrom="paragraph">
                  <wp:posOffset>108585</wp:posOffset>
                </wp:positionV>
                <wp:extent cx="6610350" cy="34290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2E2C0" w14:textId="77777777" w:rsidR="00B5174F" w:rsidRPr="00F92FDE" w:rsidRDefault="00B5174F" w:rsidP="00B5174F">
                            <w:pPr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Date:</w:t>
                            </w: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6E0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2.95pt;margin-top:8.55pt;width:520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">
                <v:textbox>
                  <w:txbxContent>
                    <w:p w14:paraId="2AF2E2C0" w14:textId="77777777" w:rsidR="00B5174F" w:rsidRPr="00F92FDE" w:rsidRDefault="00B5174F" w:rsidP="00B5174F">
                      <w:pPr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>Date:</w:t>
                      </w: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44E42">
        <w:rPr>
          <w:rFonts w:cs="Arial"/>
          <w:sz w:val="24"/>
          <w:szCs w:val="24"/>
        </w:rPr>
        <w:tab/>
      </w:r>
    </w:p>
    <w:p w14:paraId="3B2872EA" w14:textId="77777777" w:rsidR="00B5174F" w:rsidRPr="00D44E42" w:rsidRDefault="00B5174F" w:rsidP="00B5174F">
      <w:pPr>
        <w:tabs>
          <w:tab w:val="left" w:pos="3105"/>
        </w:tabs>
        <w:rPr>
          <w:rFonts w:cs="Arial"/>
          <w:sz w:val="24"/>
          <w:szCs w:val="24"/>
        </w:rPr>
      </w:pPr>
      <w:r w:rsidRPr="00D44E42">
        <w:rPr>
          <w:rFonts w:cs="Arial"/>
          <w:sz w:val="24"/>
          <w:szCs w:val="24"/>
        </w:rPr>
        <w:tab/>
      </w:r>
    </w:p>
    <w:p w14:paraId="19CD4650" w14:textId="77777777" w:rsidR="00B5174F" w:rsidRPr="00D44E42" w:rsidRDefault="00B5174F" w:rsidP="00B5174F">
      <w:pPr>
        <w:rPr>
          <w:rFonts w:cs="Arial"/>
          <w:sz w:val="24"/>
          <w:szCs w:val="24"/>
        </w:rPr>
      </w:pPr>
    </w:p>
    <w:p w14:paraId="730F3397" w14:textId="77777777" w:rsidR="00B5174F" w:rsidRPr="00D44E42" w:rsidRDefault="00B5174F" w:rsidP="00B5174F">
      <w:pPr>
        <w:rPr>
          <w:rFonts w:cs="Arial"/>
          <w:sz w:val="24"/>
          <w:szCs w:val="24"/>
        </w:rPr>
      </w:pPr>
      <w:r w:rsidRPr="00D44E42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4218E" wp14:editId="50682CCF">
                <wp:simplePos x="0" y="0"/>
                <wp:positionH relativeFrom="column">
                  <wp:posOffset>-291465</wp:posOffset>
                </wp:positionH>
                <wp:positionV relativeFrom="paragraph">
                  <wp:posOffset>68580</wp:posOffset>
                </wp:positionV>
                <wp:extent cx="6629400" cy="3429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2EF07" w14:textId="77777777" w:rsidR="00B5174F" w:rsidRPr="00F92FDE" w:rsidRDefault="00B5174F" w:rsidP="00B5174F">
                            <w:pPr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 xml:space="preserve">Supplier/Creditor/Payee Name: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4218E" id="Text Box 4" o:spid="_x0000_s1027" type="#_x0000_t202" style="position:absolute;left:0;text-align:left;margin-left:-22.95pt;margin-top:5.4pt;width:52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">
                <v:textbox>
                  <w:txbxContent>
                    <w:p w14:paraId="4DC2EF07" w14:textId="77777777" w:rsidR="00B5174F" w:rsidRPr="00F92FDE" w:rsidRDefault="00B5174F" w:rsidP="00B5174F">
                      <w:pPr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 xml:space="preserve">Supplier/Creditor/Payee Name: </w:t>
                      </w:r>
                    </w:p>
                  </w:txbxContent>
                </v:textbox>
              </v:shape>
            </w:pict>
          </mc:Fallback>
        </mc:AlternateContent>
      </w:r>
    </w:p>
    <w:p w14:paraId="293B2177" w14:textId="77777777" w:rsidR="00B5174F" w:rsidRPr="00D44E42" w:rsidRDefault="00B5174F" w:rsidP="00B5174F">
      <w:pPr>
        <w:jc w:val="center"/>
        <w:rPr>
          <w:rFonts w:cs="Arial"/>
          <w:b/>
          <w:sz w:val="24"/>
          <w:szCs w:val="24"/>
          <w:u w:val="single"/>
        </w:rPr>
      </w:pPr>
    </w:p>
    <w:p w14:paraId="5C7FA493" w14:textId="77777777" w:rsidR="00B5174F" w:rsidRPr="00D44E42" w:rsidRDefault="00B5174F" w:rsidP="00B5174F">
      <w:pPr>
        <w:jc w:val="center"/>
        <w:rPr>
          <w:rFonts w:cs="Arial"/>
          <w:b/>
          <w:sz w:val="24"/>
          <w:szCs w:val="24"/>
          <w:u w:val="single"/>
        </w:rPr>
      </w:pPr>
    </w:p>
    <w:p w14:paraId="27D98D25" w14:textId="77777777" w:rsidR="00B5174F" w:rsidRPr="00D44E42" w:rsidRDefault="00B5174F" w:rsidP="00B5174F">
      <w:pPr>
        <w:rPr>
          <w:rFonts w:cs="Arial"/>
          <w:sz w:val="24"/>
          <w:szCs w:val="24"/>
          <w:u w:val="single"/>
        </w:rPr>
      </w:pPr>
    </w:p>
    <w:tbl>
      <w:tblPr>
        <w:tblW w:w="104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2"/>
        <w:gridCol w:w="2418"/>
      </w:tblGrid>
      <w:tr w:rsidR="00B5174F" w:rsidRPr="00D44E42" w14:paraId="2736E67F" w14:textId="77777777" w:rsidTr="002D451A">
        <w:trPr>
          <w:trHeight w:val="911"/>
        </w:trPr>
        <w:tc>
          <w:tcPr>
            <w:tcW w:w="7982" w:type="dxa"/>
          </w:tcPr>
          <w:p w14:paraId="600893F0" w14:textId="77777777" w:rsidR="00B5174F" w:rsidRPr="00D44E42" w:rsidRDefault="00B5174F" w:rsidP="002D451A">
            <w:pPr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  <w:r w:rsidRPr="00D44E42">
              <w:rPr>
                <w:rFonts w:cs="Arial"/>
                <w:b/>
                <w:sz w:val="24"/>
                <w:szCs w:val="24"/>
                <w:u w:val="single"/>
              </w:rPr>
              <w:t>Claim Details</w:t>
            </w:r>
          </w:p>
        </w:tc>
        <w:tc>
          <w:tcPr>
            <w:tcW w:w="2418" w:type="dxa"/>
          </w:tcPr>
          <w:p w14:paraId="442053AD" w14:textId="77777777" w:rsidR="00B5174F" w:rsidRPr="00D44E42" w:rsidRDefault="00B5174F" w:rsidP="002D451A">
            <w:pPr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  <w:r w:rsidRPr="00D44E42">
              <w:rPr>
                <w:rFonts w:cs="Arial"/>
                <w:b/>
                <w:sz w:val="24"/>
                <w:szCs w:val="24"/>
                <w:u w:val="single"/>
              </w:rPr>
              <w:t>Amount</w:t>
            </w:r>
          </w:p>
        </w:tc>
      </w:tr>
      <w:tr w:rsidR="00B5174F" w:rsidRPr="00D44E42" w14:paraId="6F634C92" w14:textId="77777777" w:rsidTr="002D451A">
        <w:trPr>
          <w:trHeight w:val="911"/>
        </w:trPr>
        <w:tc>
          <w:tcPr>
            <w:tcW w:w="7982" w:type="dxa"/>
            <w:vAlign w:val="center"/>
          </w:tcPr>
          <w:p w14:paraId="00355707" w14:textId="77777777" w:rsidR="00B5174F" w:rsidRPr="00D44E42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1958668F" w14:textId="77777777" w:rsidR="00B5174F" w:rsidRPr="00D44E42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5174F" w:rsidRPr="00D44E42" w14:paraId="4F35B81B" w14:textId="77777777" w:rsidTr="002D451A">
        <w:trPr>
          <w:trHeight w:val="911"/>
        </w:trPr>
        <w:tc>
          <w:tcPr>
            <w:tcW w:w="7982" w:type="dxa"/>
            <w:vAlign w:val="center"/>
          </w:tcPr>
          <w:p w14:paraId="4F7D7654" w14:textId="77777777" w:rsidR="00B5174F" w:rsidRPr="00D44E42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1B315926" w14:textId="77777777" w:rsidR="00B5174F" w:rsidRPr="00D44E42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5174F" w:rsidRPr="00D44E42" w14:paraId="65750920" w14:textId="77777777" w:rsidTr="002D451A">
        <w:trPr>
          <w:trHeight w:val="981"/>
        </w:trPr>
        <w:tc>
          <w:tcPr>
            <w:tcW w:w="7982" w:type="dxa"/>
            <w:vAlign w:val="center"/>
          </w:tcPr>
          <w:p w14:paraId="5AE4D194" w14:textId="77777777" w:rsidR="00B5174F" w:rsidRPr="00D44E42" w:rsidRDefault="00B5174F" w:rsidP="002D451A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D44E42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2418" w:type="dxa"/>
            <w:vAlign w:val="center"/>
          </w:tcPr>
          <w:p w14:paraId="1748F894" w14:textId="77777777" w:rsidR="00B5174F" w:rsidRPr="00D44E42" w:rsidRDefault="00B5174F" w:rsidP="0079218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4E42">
              <w:rPr>
                <w:rFonts w:cs="Arial"/>
                <w:b/>
                <w:sz w:val="24"/>
                <w:szCs w:val="24"/>
              </w:rPr>
              <w:t>$</w:t>
            </w:r>
          </w:p>
        </w:tc>
      </w:tr>
      <w:tr w:rsidR="0079218A" w:rsidRPr="00D44E42" w14:paraId="457AF4CC" w14:textId="77777777" w:rsidTr="00DD3DB7">
        <w:trPr>
          <w:trHeight w:val="981"/>
        </w:trPr>
        <w:tc>
          <w:tcPr>
            <w:tcW w:w="10400" w:type="dxa"/>
            <w:gridSpan w:val="2"/>
            <w:vAlign w:val="center"/>
          </w:tcPr>
          <w:p w14:paraId="5840B55F" w14:textId="18FB3A83" w:rsidR="0079218A" w:rsidRPr="00D44E42" w:rsidRDefault="0079218A" w:rsidP="002D451A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Applications received by 9am Monday will be refunded in our payment run on the </w:t>
            </w:r>
            <w:r w:rsidR="00C879E5">
              <w:rPr>
                <w:rFonts w:cs="Arial"/>
                <w:b/>
                <w:sz w:val="24"/>
                <w:szCs w:val="24"/>
              </w:rPr>
              <w:t>Wednesday</w:t>
            </w:r>
            <w:r>
              <w:rPr>
                <w:rFonts w:cs="Arial"/>
                <w:b/>
                <w:sz w:val="24"/>
                <w:szCs w:val="24"/>
              </w:rPr>
              <w:t xml:space="preserve"> of that week.</w:t>
            </w:r>
          </w:p>
        </w:tc>
      </w:tr>
    </w:tbl>
    <w:p w14:paraId="3EE99278" w14:textId="5E548788" w:rsidR="002D5567" w:rsidRPr="006C2FA3" w:rsidRDefault="00B5174F" w:rsidP="002D5567">
      <w:r w:rsidRPr="00D44E42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BF470" wp14:editId="5F2D5476">
                <wp:simplePos x="0" y="0"/>
                <wp:positionH relativeFrom="margin">
                  <wp:posOffset>-234315</wp:posOffset>
                </wp:positionH>
                <wp:positionV relativeFrom="paragraph">
                  <wp:posOffset>287020</wp:posOffset>
                </wp:positionV>
                <wp:extent cx="6562725" cy="1809750"/>
                <wp:effectExtent l="0" t="0" r="2857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EA7CA" w14:textId="77777777" w:rsidR="00B5174F" w:rsidRPr="00F92FDE" w:rsidRDefault="00B5174F" w:rsidP="00B5174F">
                            <w:pPr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Direct Bank Deposit</w:t>
                            </w:r>
                          </w:p>
                          <w:p w14:paraId="2F47C893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FE68139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Account Name 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ab/>
                              <w:t>_________________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</w:t>
                            </w:r>
                          </w:p>
                          <w:p w14:paraId="78F84F08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8FCD253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461DB410" w14:textId="3F5AE1EE" w:rsidR="00B5174F" w:rsidRPr="00F92FDE" w:rsidRDefault="000C6335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BSB _</w:t>
                            </w:r>
                            <w:r w:rsidR="00B5174F"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________________________________________</w:t>
                            </w:r>
                            <w:r w:rsidR="00B5174F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____________________________________</w:t>
                            </w:r>
                            <w:r w:rsidR="00B5174F"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</w:t>
                            </w:r>
                          </w:p>
                          <w:p w14:paraId="7C919197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778B4E81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364FA66C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Account Number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BF470" id="Text Box 3" o:spid="_x0000_s1028" type="#_x0000_t202" style="position:absolute;left:0;text-align:left;margin-left:-18.45pt;margin-top:22.6pt;width:516.75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">
                <v:textbox>
                  <w:txbxContent>
                    <w:p w14:paraId="4A0EA7CA" w14:textId="77777777" w:rsidR="00B5174F" w:rsidRPr="00F92FDE" w:rsidRDefault="00B5174F" w:rsidP="00B5174F">
                      <w:pPr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>Direct Bank Deposit</w:t>
                      </w:r>
                    </w:p>
                    <w:p w14:paraId="2F47C893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FE68139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 xml:space="preserve">Account Name 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ab/>
                        <w:t>_________________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____________________________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___________________________</w:t>
                      </w:r>
                    </w:p>
                    <w:p w14:paraId="78F84F08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8FCD253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461DB410" w14:textId="3F5AE1EE" w:rsidR="00B5174F" w:rsidRPr="00F92FDE" w:rsidRDefault="000C6335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BSB _</w:t>
                      </w:r>
                      <w:r w:rsidR="00B5174F" w:rsidRPr="00F92FDE">
                        <w:rPr>
                          <w:rFonts w:cs="Arial"/>
                          <w:sz w:val="22"/>
                          <w:szCs w:val="22"/>
                        </w:rPr>
                        <w:t>________________________________________</w:t>
                      </w:r>
                      <w:r w:rsidR="00B5174F">
                        <w:rPr>
                          <w:rFonts w:cs="Arial"/>
                          <w:sz w:val="22"/>
                          <w:szCs w:val="22"/>
                        </w:rPr>
                        <w:t>____________________________________</w:t>
                      </w:r>
                      <w:r w:rsidR="00B5174F" w:rsidRPr="00F92FDE">
                        <w:rPr>
                          <w:rFonts w:cs="Arial"/>
                          <w:sz w:val="22"/>
                          <w:szCs w:val="22"/>
                        </w:rPr>
                        <w:t>__</w:t>
                      </w:r>
                    </w:p>
                    <w:p w14:paraId="7C919197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778B4E81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364FA66C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Account Number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 xml:space="preserve"> 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242B56" w14:textId="6FC85DAD" w:rsidR="001E7212" w:rsidRPr="002D5567" w:rsidRDefault="001E7212" w:rsidP="002D5567"/>
    <w:sectPr w:rsidR="001E7212" w:rsidRPr="002D5567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05C72" w14:textId="77777777" w:rsidR="002F55EE" w:rsidRDefault="002F55EE">
      <w:r>
        <w:separator/>
      </w:r>
    </w:p>
  </w:endnote>
  <w:endnote w:type="continuationSeparator" w:id="0">
    <w:p w14:paraId="10D42E36" w14:textId="77777777" w:rsidR="002F55EE" w:rsidRDefault="002F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9C265" w14:textId="77777777" w:rsidR="002F55EE" w:rsidRDefault="002F55EE">
      <w:r>
        <w:separator/>
      </w:r>
    </w:p>
  </w:footnote>
  <w:footnote w:type="continuationSeparator" w:id="0">
    <w:p w14:paraId="67F6DB2A" w14:textId="77777777" w:rsidR="002F55EE" w:rsidRDefault="002F5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7E05D8"/>
    <w:multiLevelType w:val="hybridMultilevel"/>
    <w:tmpl w:val="A68E36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F313F"/>
    <w:multiLevelType w:val="hybridMultilevel"/>
    <w:tmpl w:val="1C8ECFE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5588"/>
    <w:multiLevelType w:val="hybridMultilevel"/>
    <w:tmpl w:val="319A49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4C1409"/>
    <w:multiLevelType w:val="hybridMultilevel"/>
    <w:tmpl w:val="84226E0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91B48BA"/>
    <w:multiLevelType w:val="hybridMultilevel"/>
    <w:tmpl w:val="9C6A18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51991"/>
    <w:multiLevelType w:val="hybridMultilevel"/>
    <w:tmpl w:val="E4F40B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6C4C1C"/>
    <w:multiLevelType w:val="hybridMultilevel"/>
    <w:tmpl w:val="41141328"/>
    <w:lvl w:ilvl="0" w:tplc="0C090001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D2816E5"/>
    <w:multiLevelType w:val="hybridMultilevel"/>
    <w:tmpl w:val="4F8055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2756F"/>
    <w:multiLevelType w:val="hybridMultilevel"/>
    <w:tmpl w:val="EA22DBB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15694"/>
    <w:multiLevelType w:val="hybridMultilevel"/>
    <w:tmpl w:val="41C23B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D546A"/>
    <w:multiLevelType w:val="hybridMultilevel"/>
    <w:tmpl w:val="ACA6C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DE29CF"/>
    <w:multiLevelType w:val="hybridMultilevel"/>
    <w:tmpl w:val="6B261F5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152A7"/>
    <w:multiLevelType w:val="hybridMultilevel"/>
    <w:tmpl w:val="1D4657A2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9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400FF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F9019F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522E6A68"/>
    <w:multiLevelType w:val="hybridMultilevel"/>
    <w:tmpl w:val="E59AF52A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3" w15:restartNumberingAfterBreak="0">
    <w:nsid w:val="547269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6C4FB5"/>
    <w:multiLevelType w:val="hybridMultilevel"/>
    <w:tmpl w:val="31306E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44793"/>
    <w:multiLevelType w:val="hybridMultilevel"/>
    <w:tmpl w:val="93AA439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14D5E"/>
    <w:multiLevelType w:val="hybridMultilevel"/>
    <w:tmpl w:val="136A254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62F68"/>
    <w:multiLevelType w:val="hybridMultilevel"/>
    <w:tmpl w:val="EF6242DC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9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74937E7"/>
    <w:multiLevelType w:val="hybridMultilevel"/>
    <w:tmpl w:val="94D685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35B99"/>
    <w:multiLevelType w:val="hybridMultilevel"/>
    <w:tmpl w:val="73EED42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164BD"/>
    <w:multiLevelType w:val="hybridMultilevel"/>
    <w:tmpl w:val="E1BC77A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C3025"/>
    <w:multiLevelType w:val="hybridMultilevel"/>
    <w:tmpl w:val="612AF20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1066E"/>
    <w:multiLevelType w:val="hybridMultilevel"/>
    <w:tmpl w:val="9D4AB8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CA3ADF"/>
    <w:multiLevelType w:val="hybridMultilevel"/>
    <w:tmpl w:val="AAEE18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C31236"/>
    <w:multiLevelType w:val="hybridMultilevel"/>
    <w:tmpl w:val="ED30DA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DA4BF2"/>
    <w:multiLevelType w:val="hybridMultilevel"/>
    <w:tmpl w:val="980EF9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9"/>
  </w:num>
  <w:num w:numId="6">
    <w:abstractNumId w:val="30"/>
  </w:num>
  <w:num w:numId="7">
    <w:abstractNumId w:val="29"/>
  </w:num>
  <w:num w:numId="8">
    <w:abstractNumId w:val="19"/>
  </w:num>
  <w:num w:numId="9">
    <w:abstractNumId w:val="26"/>
  </w:num>
  <w:num w:numId="10">
    <w:abstractNumId w:val="16"/>
  </w:num>
  <w:num w:numId="11">
    <w:abstractNumId w:val="14"/>
  </w:num>
  <w:num w:numId="1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20"/>
  </w:num>
  <w:num w:numId="14">
    <w:abstractNumId w:val="18"/>
  </w:num>
  <w:num w:numId="15">
    <w:abstractNumId w:val="21"/>
  </w:num>
  <w:num w:numId="16">
    <w:abstractNumId w:val="28"/>
  </w:num>
  <w:num w:numId="17">
    <w:abstractNumId w:val="33"/>
  </w:num>
  <w:num w:numId="18">
    <w:abstractNumId w:val="31"/>
  </w:num>
  <w:num w:numId="19">
    <w:abstractNumId w:val="22"/>
  </w:num>
  <w:num w:numId="20">
    <w:abstractNumId w:val="27"/>
  </w:num>
  <w:num w:numId="21">
    <w:abstractNumId w:val="11"/>
  </w:num>
  <w:num w:numId="22">
    <w:abstractNumId w:val="32"/>
  </w:num>
  <w:num w:numId="23">
    <w:abstractNumId w:val="17"/>
  </w:num>
  <w:num w:numId="24">
    <w:abstractNumId w:val="23"/>
  </w:num>
  <w:num w:numId="25">
    <w:abstractNumId w:val="34"/>
  </w:num>
  <w:num w:numId="26">
    <w:abstractNumId w:val="15"/>
  </w:num>
  <w:num w:numId="27">
    <w:abstractNumId w:val="36"/>
  </w:num>
  <w:num w:numId="28">
    <w:abstractNumId w:val="5"/>
  </w:num>
  <w:num w:numId="29">
    <w:abstractNumId w:val="25"/>
  </w:num>
  <w:num w:numId="30">
    <w:abstractNumId w:val="13"/>
  </w:num>
  <w:num w:numId="31">
    <w:abstractNumId w:val="4"/>
  </w:num>
  <w:num w:numId="32">
    <w:abstractNumId w:val="3"/>
  </w:num>
  <w:num w:numId="33">
    <w:abstractNumId w:val="12"/>
  </w:num>
  <w:num w:numId="34">
    <w:abstractNumId w:val="10"/>
  </w:num>
  <w:num w:numId="35">
    <w:abstractNumId w:val="37"/>
  </w:num>
  <w:num w:numId="36">
    <w:abstractNumId w:val="35"/>
  </w:num>
  <w:num w:numId="37">
    <w:abstractNumId w:val="8"/>
  </w:num>
  <w:num w:numId="38">
    <w:abstractNumId w:val="24"/>
  </w:num>
  <w:num w:numId="39">
    <w:abstractNumId w:val="6"/>
  </w:num>
  <w:num w:numId="40">
    <w:abstractNumId w:val="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56EB"/>
    <w:rsid w:val="00056B0B"/>
    <w:rsid w:val="00060408"/>
    <w:rsid w:val="00062CBE"/>
    <w:rsid w:val="0007431E"/>
    <w:rsid w:val="00080277"/>
    <w:rsid w:val="00080701"/>
    <w:rsid w:val="000963A8"/>
    <w:rsid w:val="000A0875"/>
    <w:rsid w:val="000C17D1"/>
    <w:rsid w:val="000C6335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161A9"/>
    <w:rsid w:val="001218F8"/>
    <w:rsid w:val="00121944"/>
    <w:rsid w:val="00122280"/>
    <w:rsid w:val="0012399A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0695"/>
    <w:rsid w:val="002B4186"/>
    <w:rsid w:val="002B62C4"/>
    <w:rsid w:val="002C3730"/>
    <w:rsid w:val="002C46E1"/>
    <w:rsid w:val="002C4C87"/>
    <w:rsid w:val="002C742B"/>
    <w:rsid w:val="002D2BE5"/>
    <w:rsid w:val="002D5567"/>
    <w:rsid w:val="002E35F1"/>
    <w:rsid w:val="002F55EE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103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24425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4F34"/>
    <w:rsid w:val="006F5B45"/>
    <w:rsid w:val="00707BD6"/>
    <w:rsid w:val="0072515A"/>
    <w:rsid w:val="0072659C"/>
    <w:rsid w:val="00732A92"/>
    <w:rsid w:val="00733EAC"/>
    <w:rsid w:val="007352C5"/>
    <w:rsid w:val="007376E7"/>
    <w:rsid w:val="00741A02"/>
    <w:rsid w:val="00744406"/>
    <w:rsid w:val="00744CF7"/>
    <w:rsid w:val="00750350"/>
    <w:rsid w:val="00751635"/>
    <w:rsid w:val="007528A5"/>
    <w:rsid w:val="00753AD1"/>
    <w:rsid w:val="00754037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218A"/>
    <w:rsid w:val="00793FF8"/>
    <w:rsid w:val="007958F4"/>
    <w:rsid w:val="00795B89"/>
    <w:rsid w:val="007A050A"/>
    <w:rsid w:val="007B42C7"/>
    <w:rsid w:val="007B4425"/>
    <w:rsid w:val="007C60E4"/>
    <w:rsid w:val="007D15F3"/>
    <w:rsid w:val="007D606A"/>
    <w:rsid w:val="007D7B80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36BCB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174F"/>
    <w:rsid w:val="00B527B6"/>
    <w:rsid w:val="00B71752"/>
    <w:rsid w:val="00B84D96"/>
    <w:rsid w:val="00B85DA0"/>
    <w:rsid w:val="00BA4957"/>
    <w:rsid w:val="00BA5E85"/>
    <w:rsid w:val="00BA6477"/>
    <w:rsid w:val="00BB2242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460E7"/>
    <w:rsid w:val="00C52F86"/>
    <w:rsid w:val="00C62239"/>
    <w:rsid w:val="00C879E5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4C2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  <w:style w:type="paragraph" w:customStyle="1" w:styleId="Default">
    <w:name w:val="Default"/>
    <w:rsid w:val="001161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E473A4-52B1-4050-8D18-B7825D58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4</cp:revision>
  <cp:lastPrinted>2015-06-10T01:49:00Z</cp:lastPrinted>
  <dcterms:created xsi:type="dcterms:W3CDTF">2021-01-24T01:19:00Z</dcterms:created>
  <dcterms:modified xsi:type="dcterms:W3CDTF">2021-01-24T01:23:00Z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