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6AC49" w14:textId="7EC1ED0B" w:rsidR="00904BC1" w:rsidRDefault="00904BC1" w:rsidP="00904BC1">
      <w:pPr>
        <w:pStyle w:val="InsideAddress"/>
        <w:jc w:val="center"/>
        <w:rPr>
          <w:rFonts w:cs="Arial"/>
          <w:b/>
          <w:sz w:val="32"/>
          <w:szCs w:val="32"/>
        </w:rPr>
      </w:pPr>
      <w:r w:rsidRPr="00573719">
        <w:rPr>
          <w:rFonts w:cs="Arial"/>
          <w:b/>
          <w:sz w:val="32"/>
          <w:szCs w:val="32"/>
        </w:rPr>
        <w:t xml:space="preserve">WITHDRAWAL OF FUNDS FROM </w:t>
      </w:r>
      <w:r>
        <w:rPr>
          <w:rFonts w:cs="Arial"/>
          <w:b/>
          <w:sz w:val="32"/>
          <w:szCs w:val="32"/>
        </w:rPr>
        <w:t>20</w:t>
      </w:r>
      <w:r w:rsidR="00F2182D">
        <w:rPr>
          <w:rFonts w:cs="Arial"/>
          <w:b/>
          <w:sz w:val="32"/>
          <w:szCs w:val="32"/>
        </w:rPr>
        <w:t>2</w:t>
      </w:r>
      <w:r w:rsidR="001A5CC3">
        <w:rPr>
          <w:rFonts w:cs="Arial"/>
          <w:b/>
          <w:sz w:val="32"/>
          <w:szCs w:val="32"/>
        </w:rPr>
        <w:t>1</w:t>
      </w:r>
      <w:r>
        <w:rPr>
          <w:rFonts w:cs="Arial"/>
          <w:b/>
          <w:sz w:val="32"/>
          <w:szCs w:val="32"/>
        </w:rPr>
        <w:t xml:space="preserve"> SEASON </w:t>
      </w:r>
    </w:p>
    <w:p w14:paraId="65BC50EC" w14:textId="77777777" w:rsidR="00904BC1" w:rsidRPr="00573719" w:rsidRDefault="00904BC1" w:rsidP="00904BC1">
      <w:pPr>
        <w:pStyle w:val="InsideAddress"/>
        <w:jc w:val="center"/>
        <w:rPr>
          <w:rFonts w:cs="Arial"/>
          <w:b/>
          <w:sz w:val="32"/>
          <w:szCs w:val="32"/>
        </w:rPr>
      </w:pPr>
      <w:r w:rsidRPr="00573719">
        <w:rPr>
          <w:rFonts w:cs="Arial"/>
          <w:b/>
          <w:sz w:val="32"/>
          <w:szCs w:val="32"/>
        </w:rPr>
        <w:t>TEAM ACCOUNT</w:t>
      </w:r>
    </w:p>
    <w:p w14:paraId="047956DD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</w:p>
    <w:p w14:paraId="3E0609B1" w14:textId="29D3B521" w:rsidR="00904BC1" w:rsidRPr="00573719" w:rsidRDefault="00904BC1" w:rsidP="00904BC1">
      <w:pPr>
        <w:pStyle w:val="InsideAddress"/>
        <w:spacing w:line="48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>I ___________________ being the Manager / Coach of the Under /Open ________________ Team of Carina Junior Rugby League, wish to withdraw the following amount of money from the Team Account for the 20</w:t>
      </w:r>
      <w:r w:rsidR="00F2182D">
        <w:rPr>
          <w:rFonts w:cs="Arial"/>
          <w:sz w:val="24"/>
          <w:szCs w:val="24"/>
        </w:rPr>
        <w:t>2</w:t>
      </w:r>
      <w:r w:rsidR="001A5CC3">
        <w:rPr>
          <w:rFonts w:cs="Arial"/>
          <w:sz w:val="24"/>
          <w:szCs w:val="24"/>
        </w:rPr>
        <w:t>1</w:t>
      </w:r>
      <w:r w:rsidRPr="00573719">
        <w:rPr>
          <w:rFonts w:cs="Arial"/>
          <w:sz w:val="24"/>
          <w:szCs w:val="24"/>
        </w:rPr>
        <w:t xml:space="preserve"> Season;</w:t>
      </w:r>
    </w:p>
    <w:p w14:paraId="08AEA7FE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>Details of Withdrawal</w:t>
      </w:r>
      <w:r w:rsidRPr="00573719">
        <w:rPr>
          <w:rFonts w:cs="Arial"/>
          <w:sz w:val="24"/>
          <w:szCs w:val="24"/>
        </w:rPr>
        <w:tab/>
      </w:r>
      <w:r w:rsidRPr="00573719">
        <w:rPr>
          <w:rFonts w:cs="Arial"/>
          <w:sz w:val="24"/>
          <w:szCs w:val="24"/>
        </w:rPr>
        <w:tab/>
      </w:r>
      <w:r w:rsidRPr="00573719">
        <w:rPr>
          <w:rFonts w:cs="Arial"/>
          <w:sz w:val="24"/>
          <w:szCs w:val="24"/>
        </w:rPr>
        <w:tab/>
      </w:r>
      <w:r w:rsidRPr="00573719">
        <w:rPr>
          <w:rFonts w:cs="Arial"/>
          <w:sz w:val="24"/>
          <w:szCs w:val="24"/>
        </w:rPr>
        <w:tab/>
      </w:r>
      <w:r w:rsidRPr="00573719">
        <w:rPr>
          <w:rFonts w:cs="Arial"/>
          <w:sz w:val="24"/>
          <w:szCs w:val="24"/>
        </w:rPr>
        <w:tab/>
      </w:r>
      <w:r w:rsidRPr="00573719">
        <w:rPr>
          <w:rFonts w:cs="Arial"/>
          <w:sz w:val="24"/>
          <w:szCs w:val="24"/>
        </w:rPr>
        <w:tab/>
      </w:r>
      <w:r w:rsidRPr="00573719">
        <w:rPr>
          <w:rFonts w:cs="Arial"/>
          <w:sz w:val="24"/>
          <w:szCs w:val="24"/>
        </w:rPr>
        <w:tab/>
      </w:r>
    </w:p>
    <w:p w14:paraId="2F6F62D6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</w:p>
    <w:p w14:paraId="5F2F81FC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ab/>
        <w:t>1. ___________________________________________________________________</w:t>
      </w:r>
      <w:r w:rsidRPr="00573719">
        <w:rPr>
          <w:rFonts w:cs="Arial"/>
          <w:sz w:val="24"/>
          <w:szCs w:val="24"/>
        </w:rPr>
        <w:tab/>
      </w:r>
      <w:r w:rsidRPr="00573719">
        <w:rPr>
          <w:rFonts w:cs="Arial"/>
          <w:sz w:val="24"/>
          <w:szCs w:val="24"/>
        </w:rPr>
        <w:tab/>
      </w:r>
    </w:p>
    <w:p w14:paraId="3C9A7D02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ab/>
        <w:t>2. ___________________________________________________________________</w:t>
      </w:r>
      <w:r w:rsidRPr="00573719">
        <w:rPr>
          <w:rFonts w:cs="Arial"/>
          <w:sz w:val="24"/>
          <w:szCs w:val="24"/>
        </w:rPr>
        <w:tab/>
      </w:r>
      <w:r w:rsidRPr="00573719">
        <w:rPr>
          <w:rFonts w:cs="Arial"/>
          <w:sz w:val="24"/>
          <w:szCs w:val="24"/>
        </w:rPr>
        <w:tab/>
      </w:r>
    </w:p>
    <w:p w14:paraId="0DBA951D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ab/>
        <w:t>3. ___________________________________________________________________</w:t>
      </w:r>
      <w:r w:rsidRPr="00573719">
        <w:rPr>
          <w:rFonts w:cs="Arial"/>
          <w:sz w:val="24"/>
          <w:szCs w:val="24"/>
        </w:rPr>
        <w:tab/>
      </w:r>
      <w:r w:rsidRPr="00573719">
        <w:rPr>
          <w:rFonts w:cs="Arial"/>
          <w:sz w:val="24"/>
          <w:szCs w:val="24"/>
        </w:rPr>
        <w:tab/>
      </w:r>
    </w:p>
    <w:p w14:paraId="49F735C7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ab/>
      </w:r>
    </w:p>
    <w:p w14:paraId="2BD6EEA2" w14:textId="77777777" w:rsidR="00904BC1" w:rsidRPr="00573719" w:rsidRDefault="00904BC1" w:rsidP="00904BC1">
      <w:pPr>
        <w:pStyle w:val="InsideAddress"/>
        <w:spacing w:line="240" w:lineRule="auto"/>
        <w:ind w:firstLine="720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>Total   $ _________________________</w:t>
      </w:r>
    </w:p>
    <w:p w14:paraId="6F8D806F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</w:p>
    <w:p w14:paraId="22851C62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56"/>
          <w:szCs w:val="56"/>
        </w:rPr>
        <w:t xml:space="preserve">□ </w:t>
      </w:r>
      <w:r w:rsidRPr="00573719">
        <w:rPr>
          <w:rFonts w:cs="Arial"/>
          <w:sz w:val="24"/>
          <w:szCs w:val="24"/>
        </w:rPr>
        <w:t>I have attached the relevant receipts.</w:t>
      </w:r>
    </w:p>
    <w:p w14:paraId="679EB164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56"/>
          <w:szCs w:val="56"/>
        </w:rPr>
        <w:t xml:space="preserve">□ </w:t>
      </w:r>
      <w:r w:rsidRPr="00573719">
        <w:rPr>
          <w:rFonts w:cs="Arial"/>
          <w:sz w:val="24"/>
          <w:szCs w:val="24"/>
        </w:rPr>
        <w:t>I hereby authorise the above amount to be withdrawn from team funds.</w:t>
      </w:r>
    </w:p>
    <w:p w14:paraId="4E0848B5" w14:textId="77777777" w:rsidR="00904BC1" w:rsidRPr="0092705C" w:rsidRDefault="00904BC1" w:rsidP="00904BC1">
      <w:pPr>
        <w:pStyle w:val="InsideAddress"/>
        <w:spacing w:line="240" w:lineRule="auto"/>
        <w:jc w:val="left"/>
        <w:rPr>
          <w:rFonts w:cs="Arial"/>
          <w:sz w:val="16"/>
          <w:szCs w:val="16"/>
        </w:rPr>
      </w:pPr>
    </w:p>
    <w:p w14:paraId="2EDA1981" w14:textId="77777777" w:rsidR="00904BC1" w:rsidRDefault="00904BC1" w:rsidP="00904BC1">
      <w:pPr>
        <w:pStyle w:val="InsideAddress"/>
        <w:spacing w:line="240" w:lineRule="auto"/>
        <w:jc w:val="left"/>
        <w:rPr>
          <w:rFonts w:cs="Arial"/>
          <w:sz w:val="16"/>
          <w:szCs w:val="16"/>
        </w:rPr>
      </w:pPr>
    </w:p>
    <w:p w14:paraId="001123DD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>Please deposit into my account.</w:t>
      </w:r>
    </w:p>
    <w:p w14:paraId="2C997907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</w:p>
    <w:p w14:paraId="16C4CDAD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ab/>
      </w:r>
      <w:r w:rsidRPr="00573719">
        <w:rPr>
          <w:rFonts w:cs="Arial"/>
          <w:sz w:val="24"/>
          <w:szCs w:val="24"/>
        </w:rPr>
        <w:tab/>
        <w:t>Account name:  _________________________________________</w:t>
      </w:r>
    </w:p>
    <w:p w14:paraId="17131594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</w:p>
    <w:p w14:paraId="522F9D4A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ab/>
      </w:r>
      <w:r w:rsidRPr="00573719">
        <w:rPr>
          <w:rFonts w:cs="Arial"/>
          <w:sz w:val="24"/>
          <w:szCs w:val="24"/>
        </w:rPr>
        <w:tab/>
        <w:t>Account BSB: __________________________________________</w:t>
      </w:r>
    </w:p>
    <w:p w14:paraId="07B20783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</w:p>
    <w:p w14:paraId="53D6E815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ab/>
      </w:r>
      <w:r w:rsidRPr="00573719">
        <w:rPr>
          <w:rFonts w:cs="Arial"/>
          <w:sz w:val="24"/>
          <w:szCs w:val="24"/>
        </w:rPr>
        <w:tab/>
        <w:t>Account Number: _______________________________________</w:t>
      </w:r>
    </w:p>
    <w:p w14:paraId="76925002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</w:p>
    <w:p w14:paraId="66144985" w14:textId="77777777" w:rsidR="00904BC1" w:rsidRPr="0092705C" w:rsidRDefault="00904BC1" w:rsidP="00904BC1">
      <w:pPr>
        <w:pStyle w:val="InsideAddress"/>
        <w:spacing w:line="240" w:lineRule="auto"/>
        <w:jc w:val="left"/>
        <w:rPr>
          <w:rFonts w:cs="Arial"/>
          <w:sz w:val="16"/>
          <w:szCs w:val="16"/>
        </w:rPr>
      </w:pPr>
    </w:p>
    <w:p w14:paraId="335569A1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>Signature: ________________________________</w:t>
      </w:r>
    </w:p>
    <w:p w14:paraId="6EC2180F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</w:p>
    <w:p w14:paraId="2721D7BC" w14:textId="77777777" w:rsidR="00904BC1" w:rsidRPr="00573719" w:rsidRDefault="00904BC1" w:rsidP="00904BC1">
      <w:pPr>
        <w:pStyle w:val="InsideAddress"/>
        <w:spacing w:line="240" w:lineRule="auto"/>
        <w:jc w:val="left"/>
        <w:rPr>
          <w:rFonts w:cs="Arial"/>
          <w:sz w:val="24"/>
          <w:szCs w:val="24"/>
        </w:rPr>
      </w:pPr>
      <w:r w:rsidRPr="00573719">
        <w:rPr>
          <w:rFonts w:cs="Arial"/>
          <w:sz w:val="24"/>
          <w:szCs w:val="24"/>
        </w:rPr>
        <w:t>Name:  __________________________________</w:t>
      </w:r>
    </w:p>
    <w:p w14:paraId="585E0A82" w14:textId="77777777" w:rsidR="00904BC1" w:rsidRPr="00043A9C" w:rsidRDefault="00904BC1" w:rsidP="00904BC1"/>
    <w:p w14:paraId="08242B56" w14:textId="3C577409" w:rsidR="001E7212" w:rsidRPr="00904BC1" w:rsidRDefault="001E7212" w:rsidP="00904BC1"/>
    <w:sectPr w:rsidR="001E7212" w:rsidRPr="00904BC1" w:rsidSect="00F57571">
      <w:headerReference w:type="first" r:id="rId8"/>
      <w:footerReference w:type="first" r:id="rId9"/>
      <w:type w:val="continuous"/>
      <w:pgSz w:w="11900" w:h="16840" w:code="1"/>
      <w:pgMar w:top="851" w:right="1134" w:bottom="851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2E483" w14:textId="77777777" w:rsidR="00322C31" w:rsidRDefault="00322C31">
      <w:r>
        <w:separator/>
      </w:r>
    </w:p>
  </w:endnote>
  <w:endnote w:type="continuationSeparator" w:id="0">
    <w:p w14:paraId="6A8EC483" w14:textId="77777777" w:rsidR="00322C31" w:rsidRDefault="00322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55 Helvetica Roman">
    <w:altName w:val="Courier New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1D13C" w14:textId="77777777" w:rsidR="00127190" w:rsidRDefault="00127190">
    <w:pPr>
      <w:pStyle w:val="Footer"/>
    </w:pPr>
  </w:p>
  <w:p w14:paraId="5E04BD37" w14:textId="77777777" w:rsidR="00127190" w:rsidRDefault="00F57571" w:rsidP="00F57571">
    <w:pPr>
      <w:pStyle w:val="Footer"/>
      <w:ind w:left="-1134"/>
    </w:pPr>
    <w:r>
      <w:rPr>
        <w:noProof/>
        <w:lang w:eastAsia="en-AU"/>
      </w:rPr>
      <w:drawing>
        <wp:inline distT="0" distB="0" distL="0" distR="0" wp14:anchorId="4EFB87D2" wp14:editId="603118A9">
          <wp:extent cx="7530465" cy="1420562"/>
          <wp:effectExtent l="0" t="0" r="0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465" cy="1420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FFDE5" w14:textId="77777777" w:rsidR="00322C31" w:rsidRDefault="00322C31">
      <w:r>
        <w:separator/>
      </w:r>
    </w:p>
  </w:footnote>
  <w:footnote w:type="continuationSeparator" w:id="0">
    <w:p w14:paraId="14FBC2C7" w14:textId="77777777" w:rsidR="00322C31" w:rsidRDefault="00322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D9EE" w14:textId="77777777" w:rsidR="00127190" w:rsidRDefault="00F57571" w:rsidP="00F57571">
    <w:pPr>
      <w:pStyle w:val="Header"/>
      <w:tabs>
        <w:tab w:val="clear" w:pos="4320"/>
        <w:tab w:val="clear" w:pos="8640"/>
        <w:tab w:val="center" w:pos="4986"/>
        <w:tab w:val="right" w:pos="9972"/>
      </w:tabs>
      <w:ind w:left="-1134"/>
    </w:pPr>
    <w:r>
      <w:rPr>
        <w:noProof/>
        <w:lang w:eastAsia="en-AU"/>
      </w:rPr>
      <w:drawing>
        <wp:inline distT="0" distB="0" distL="0" distR="0" wp14:anchorId="55BA66DC" wp14:editId="321CBCE9">
          <wp:extent cx="7568982" cy="1946309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8982" cy="194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66C90" w14:textId="77777777" w:rsidR="00127190" w:rsidRDefault="001271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0DCD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1EB8C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07E05D8"/>
    <w:multiLevelType w:val="hybridMultilevel"/>
    <w:tmpl w:val="A68E36C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F313F"/>
    <w:multiLevelType w:val="hybridMultilevel"/>
    <w:tmpl w:val="1C8ECFE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15588"/>
    <w:multiLevelType w:val="hybridMultilevel"/>
    <w:tmpl w:val="319A49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4C1409"/>
    <w:multiLevelType w:val="hybridMultilevel"/>
    <w:tmpl w:val="84226E0E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91B48BA"/>
    <w:multiLevelType w:val="hybridMultilevel"/>
    <w:tmpl w:val="9C6A18D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51991"/>
    <w:multiLevelType w:val="hybridMultilevel"/>
    <w:tmpl w:val="E4F40BD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8C3E9E"/>
    <w:multiLevelType w:val="singleLevel"/>
    <w:tmpl w:val="37E252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6C4C1C"/>
    <w:multiLevelType w:val="hybridMultilevel"/>
    <w:tmpl w:val="41141328"/>
    <w:lvl w:ilvl="0" w:tplc="0C090001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D2816E5"/>
    <w:multiLevelType w:val="hybridMultilevel"/>
    <w:tmpl w:val="4F8055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2756F"/>
    <w:multiLevelType w:val="hybridMultilevel"/>
    <w:tmpl w:val="EA22DBB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15694"/>
    <w:multiLevelType w:val="hybridMultilevel"/>
    <w:tmpl w:val="41C23B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E45D1"/>
    <w:multiLevelType w:val="hybridMultilevel"/>
    <w:tmpl w:val="67BAB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D546A"/>
    <w:multiLevelType w:val="hybridMultilevel"/>
    <w:tmpl w:val="ACA6C8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4108CF"/>
    <w:multiLevelType w:val="hybridMultilevel"/>
    <w:tmpl w:val="97EE074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DE29CF"/>
    <w:multiLevelType w:val="hybridMultilevel"/>
    <w:tmpl w:val="6B261F5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152A7"/>
    <w:multiLevelType w:val="hybridMultilevel"/>
    <w:tmpl w:val="1D4657A2"/>
    <w:lvl w:ilvl="0" w:tplc="FFE80FE0">
      <w:start w:val="1"/>
      <w:numFmt w:val="bullet"/>
      <w:lvlText w:val=""/>
      <w:lvlJc w:val="left"/>
      <w:pPr>
        <w:tabs>
          <w:tab w:val="num" w:pos="379"/>
        </w:tabs>
        <w:ind w:left="396" w:hanging="396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044"/>
        </w:tabs>
        <w:ind w:left="10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19" w15:restartNumberingAfterBreak="0">
    <w:nsid w:val="443308BB"/>
    <w:multiLevelType w:val="hybridMultilevel"/>
    <w:tmpl w:val="5E08C28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400FF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4F9019F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522E6A68"/>
    <w:multiLevelType w:val="hybridMultilevel"/>
    <w:tmpl w:val="E59AF52A"/>
    <w:lvl w:ilvl="0" w:tplc="FFE80FE0">
      <w:start w:val="1"/>
      <w:numFmt w:val="bullet"/>
      <w:lvlText w:val=""/>
      <w:lvlJc w:val="left"/>
      <w:pPr>
        <w:tabs>
          <w:tab w:val="num" w:pos="379"/>
        </w:tabs>
        <w:ind w:left="396" w:hanging="396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044"/>
        </w:tabs>
        <w:ind w:left="10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23" w15:restartNumberingAfterBreak="0">
    <w:nsid w:val="547269E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56C4FB5"/>
    <w:multiLevelType w:val="hybridMultilevel"/>
    <w:tmpl w:val="31306E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44793"/>
    <w:multiLevelType w:val="hybridMultilevel"/>
    <w:tmpl w:val="93AA439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91EA8"/>
    <w:multiLevelType w:val="hybridMultilevel"/>
    <w:tmpl w:val="757C811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14D5E"/>
    <w:multiLevelType w:val="hybridMultilevel"/>
    <w:tmpl w:val="136A254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862F68"/>
    <w:multiLevelType w:val="hybridMultilevel"/>
    <w:tmpl w:val="EF6242DC"/>
    <w:lvl w:ilvl="0" w:tplc="FFE80FE0">
      <w:start w:val="1"/>
      <w:numFmt w:val="bullet"/>
      <w:lvlText w:val=""/>
      <w:lvlJc w:val="left"/>
      <w:pPr>
        <w:tabs>
          <w:tab w:val="num" w:pos="379"/>
        </w:tabs>
        <w:ind w:left="396" w:hanging="396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044"/>
        </w:tabs>
        <w:ind w:left="10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29" w15:restartNumberingAfterBreak="0">
    <w:nsid w:val="656F1721"/>
    <w:multiLevelType w:val="hybridMultilevel"/>
    <w:tmpl w:val="EC8686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74937E7"/>
    <w:multiLevelType w:val="hybridMultilevel"/>
    <w:tmpl w:val="94D6852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35B99"/>
    <w:multiLevelType w:val="hybridMultilevel"/>
    <w:tmpl w:val="73EED42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164BD"/>
    <w:multiLevelType w:val="hybridMultilevel"/>
    <w:tmpl w:val="E1BC77A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C3025"/>
    <w:multiLevelType w:val="hybridMultilevel"/>
    <w:tmpl w:val="612AF206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A1066E"/>
    <w:multiLevelType w:val="hybridMultilevel"/>
    <w:tmpl w:val="9D4AB8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CA3ADF"/>
    <w:multiLevelType w:val="hybridMultilevel"/>
    <w:tmpl w:val="AAEE18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C31236"/>
    <w:multiLevelType w:val="hybridMultilevel"/>
    <w:tmpl w:val="ED30DA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EDA4BF2"/>
    <w:multiLevelType w:val="hybridMultilevel"/>
    <w:tmpl w:val="980EF91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9"/>
  </w:num>
  <w:num w:numId="6">
    <w:abstractNumId w:val="30"/>
  </w:num>
  <w:num w:numId="7">
    <w:abstractNumId w:val="29"/>
  </w:num>
  <w:num w:numId="8">
    <w:abstractNumId w:val="19"/>
  </w:num>
  <w:num w:numId="9">
    <w:abstractNumId w:val="26"/>
  </w:num>
  <w:num w:numId="10">
    <w:abstractNumId w:val="16"/>
  </w:num>
  <w:num w:numId="11">
    <w:abstractNumId w:val="14"/>
  </w:num>
  <w:num w:numId="12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20"/>
  </w:num>
  <w:num w:numId="14">
    <w:abstractNumId w:val="18"/>
  </w:num>
  <w:num w:numId="15">
    <w:abstractNumId w:val="21"/>
  </w:num>
  <w:num w:numId="16">
    <w:abstractNumId w:val="28"/>
  </w:num>
  <w:num w:numId="17">
    <w:abstractNumId w:val="33"/>
  </w:num>
  <w:num w:numId="18">
    <w:abstractNumId w:val="31"/>
  </w:num>
  <w:num w:numId="19">
    <w:abstractNumId w:val="22"/>
  </w:num>
  <w:num w:numId="20">
    <w:abstractNumId w:val="27"/>
  </w:num>
  <w:num w:numId="21">
    <w:abstractNumId w:val="11"/>
  </w:num>
  <w:num w:numId="22">
    <w:abstractNumId w:val="32"/>
  </w:num>
  <w:num w:numId="23">
    <w:abstractNumId w:val="17"/>
  </w:num>
  <w:num w:numId="24">
    <w:abstractNumId w:val="23"/>
  </w:num>
  <w:num w:numId="25">
    <w:abstractNumId w:val="34"/>
  </w:num>
  <w:num w:numId="26">
    <w:abstractNumId w:val="15"/>
  </w:num>
  <w:num w:numId="27">
    <w:abstractNumId w:val="36"/>
  </w:num>
  <w:num w:numId="28">
    <w:abstractNumId w:val="5"/>
  </w:num>
  <w:num w:numId="29">
    <w:abstractNumId w:val="25"/>
  </w:num>
  <w:num w:numId="30">
    <w:abstractNumId w:val="13"/>
  </w:num>
  <w:num w:numId="31">
    <w:abstractNumId w:val="4"/>
  </w:num>
  <w:num w:numId="32">
    <w:abstractNumId w:val="3"/>
  </w:num>
  <w:num w:numId="33">
    <w:abstractNumId w:val="12"/>
  </w:num>
  <w:num w:numId="34">
    <w:abstractNumId w:val="10"/>
  </w:num>
  <w:num w:numId="35">
    <w:abstractNumId w:val="37"/>
  </w:num>
  <w:num w:numId="36">
    <w:abstractNumId w:val="35"/>
  </w:num>
  <w:num w:numId="37">
    <w:abstractNumId w:val="8"/>
  </w:num>
  <w:num w:numId="38">
    <w:abstractNumId w:val="24"/>
  </w:num>
  <w:num w:numId="39">
    <w:abstractNumId w:val="6"/>
  </w:num>
  <w:num w:numId="40">
    <w:abstractNumId w:val="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82"/>
    <w:rsid w:val="00004CF7"/>
    <w:rsid w:val="00011AB6"/>
    <w:rsid w:val="000152C3"/>
    <w:rsid w:val="00016F18"/>
    <w:rsid w:val="000246C5"/>
    <w:rsid w:val="00024C15"/>
    <w:rsid w:val="000276C1"/>
    <w:rsid w:val="00033652"/>
    <w:rsid w:val="000458BA"/>
    <w:rsid w:val="000556EB"/>
    <w:rsid w:val="00056B0B"/>
    <w:rsid w:val="00060408"/>
    <w:rsid w:val="00062CBE"/>
    <w:rsid w:val="0007431E"/>
    <w:rsid w:val="00080277"/>
    <w:rsid w:val="00080701"/>
    <w:rsid w:val="000963A8"/>
    <w:rsid w:val="000A0875"/>
    <w:rsid w:val="000A28DA"/>
    <w:rsid w:val="000C17D1"/>
    <w:rsid w:val="000D2A1E"/>
    <w:rsid w:val="000D65EE"/>
    <w:rsid w:val="000E0C19"/>
    <w:rsid w:val="000E664E"/>
    <w:rsid w:val="000F6F49"/>
    <w:rsid w:val="000F7671"/>
    <w:rsid w:val="001030B9"/>
    <w:rsid w:val="00111258"/>
    <w:rsid w:val="00115559"/>
    <w:rsid w:val="00115E34"/>
    <w:rsid w:val="001161A9"/>
    <w:rsid w:val="001218F8"/>
    <w:rsid w:val="00121944"/>
    <w:rsid w:val="00122280"/>
    <w:rsid w:val="00127190"/>
    <w:rsid w:val="00135882"/>
    <w:rsid w:val="00151DBB"/>
    <w:rsid w:val="0015223E"/>
    <w:rsid w:val="00152891"/>
    <w:rsid w:val="001535AE"/>
    <w:rsid w:val="00153F86"/>
    <w:rsid w:val="00156DDA"/>
    <w:rsid w:val="00160FB1"/>
    <w:rsid w:val="00174B37"/>
    <w:rsid w:val="001850A0"/>
    <w:rsid w:val="001A5CC3"/>
    <w:rsid w:val="001C20EF"/>
    <w:rsid w:val="001D0C76"/>
    <w:rsid w:val="001E18F5"/>
    <w:rsid w:val="001E3DD9"/>
    <w:rsid w:val="001E7212"/>
    <w:rsid w:val="001F13EF"/>
    <w:rsid w:val="001F521F"/>
    <w:rsid w:val="001F5EB4"/>
    <w:rsid w:val="0021301D"/>
    <w:rsid w:val="002153CD"/>
    <w:rsid w:val="00222F02"/>
    <w:rsid w:val="00233AA0"/>
    <w:rsid w:val="0024074F"/>
    <w:rsid w:val="00242730"/>
    <w:rsid w:val="00243A42"/>
    <w:rsid w:val="00244058"/>
    <w:rsid w:val="0024536B"/>
    <w:rsid w:val="00250D4D"/>
    <w:rsid w:val="002538B8"/>
    <w:rsid w:val="002558FF"/>
    <w:rsid w:val="00261617"/>
    <w:rsid w:val="002618CD"/>
    <w:rsid w:val="00272588"/>
    <w:rsid w:val="00277A5C"/>
    <w:rsid w:val="00292319"/>
    <w:rsid w:val="002A13FA"/>
    <w:rsid w:val="002A1698"/>
    <w:rsid w:val="002A4D12"/>
    <w:rsid w:val="002B0695"/>
    <w:rsid w:val="002B4186"/>
    <w:rsid w:val="002B62C4"/>
    <w:rsid w:val="002C3730"/>
    <w:rsid w:val="002C46E1"/>
    <w:rsid w:val="002C4C87"/>
    <w:rsid w:val="002C742B"/>
    <w:rsid w:val="002D2BE5"/>
    <w:rsid w:val="002D5567"/>
    <w:rsid w:val="002E35F1"/>
    <w:rsid w:val="002F5F83"/>
    <w:rsid w:val="00302584"/>
    <w:rsid w:val="00304BA1"/>
    <w:rsid w:val="00306ECE"/>
    <w:rsid w:val="00312E82"/>
    <w:rsid w:val="00317B65"/>
    <w:rsid w:val="00321A4E"/>
    <w:rsid w:val="00322C31"/>
    <w:rsid w:val="00323643"/>
    <w:rsid w:val="00331B28"/>
    <w:rsid w:val="00332536"/>
    <w:rsid w:val="00334BA5"/>
    <w:rsid w:val="00337BB6"/>
    <w:rsid w:val="00345F55"/>
    <w:rsid w:val="00354C88"/>
    <w:rsid w:val="003667E7"/>
    <w:rsid w:val="0038040A"/>
    <w:rsid w:val="00381B06"/>
    <w:rsid w:val="00384EE9"/>
    <w:rsid w:val="00390F1F"/>
    <w:rsid w:val="003B2234"/>
    <w:rsid w:val="003B29D3"/>
    <w:rsid w:val="003D03C5"/>
    <w:rsid w:val="003D2C6F"/>
    <w:rsid w:val="003D74F1"/>
    <w:rsid w:val="003E2E49"/>
    <w:rsid w:val="003E48D4"/>
    <w:rsid w:val="003E6558"/>
    <w:rsid w:val="003F3DA7"/>
    <w:rsid w:val="003F5B4F"/>
    <w:rsid w:val="003F5EC7"/>
    <w:rsid w:val="004042C9"/>
    <w:rsid w:val="00406F90"/>
    <w:rsid w:val="00412983"/>
    <w:rsid w:val="00415469"/>
    <w:rsid w:val="00422050"/>
    <w:rsid w:val="00424078"/>
    <w:rsid w:val="00427A74"/>
    <w:rsid w:val="00427F5C"/>
    <w:rsid w:val="0043403F"/>
    <w:rsid w:val="00442046"/>
    <w:rsid w:val="0044304C"/>
    <w:rsid w:val="004451C2"/>
    <w:rsid w:val="00461074"/>
    <w:rsid w:val="00462476"/>
    <w:rsid w:val="00463ED9"/>
    <w:rsid w:val="00465431"/>
    <w:rsid w:val="004679A4"/>
    <w:rsid w:val="00470F3E"/>
    <w:rsid w:val="004719CF"/>
    <w:rsid w:val="004867DF"/>
    <w:rsid w:val="00490D2D"/>
    <w:rsid w:val="00490FD1"/>
    <w:rsid w:val="00491490"/>
    <w:rsid w:val="004B5A38"/>
    <w:rsid w:val="004C2B81"/>
    <w:rsid w:val="004C30A7"/>
    <w:rsid w:val="004D2844"/>
    <w:rsid w:val="004D55D3"/>
    <w:rsid w:val="004D5AFA"/>
    <w:rsid w:val="004E57F1"/>
    <w:rsid w:val="004E710E"/>
    <w:rsid w:val="004F5F1A"/>
    <w:rsid w:val="004F7334"/>
    <w:rsid w:val="0050274F"/>
    <w:rsid w:val="00505896"/>
    <w:rsid w:val="00506229"/>
    <w:rsid w:val="005159AC"/>
    <w:rsid w:val="00527F0F"/>
    <w:rsid w:val="00531CBB"/>
    <w:rsid w:val="00535595"/>
    <w:rsid w:val="005414E3"/>
    <w:rsid w:val="00543760"/>
    <w:rsid w:val="00543FAF"/>
    <w:rsid w:val="00550635"/>
    <w:rsid w:val="0055351A"/>
    <w:rsid w:val="00555788"/>
    <w:rsid w:val="00561FC0"/>
    <w:rsid w:val="0056796F"/>
    <w:rsid w:val="00582CEE"/>
    <w:rsid w:val="0059261A"/>
    <w:rsid w:val="00593307"/>
    <w:rsid w:val="00596103"/>
    <w:rsid w:val="0059655D"/>
    <w:rsid w:val="005A54B7"/>
    <w:rsid w:val="005B2ABE"/>
    <w:rsid w:val="005B398C"/>
    <w:rsid w:val="005B5F12"/>
    <w:rsid w:val="005B6824"/>
    <w:rsid w:val="005C4F65"/>
    <w:rsid w:val="005D07D6"/>
    <w:rsid w:val="005D1A4C"/>
    <w:rsid w:val="005E0CD7"/>
    <w:rsid w:val="005E1E12"/>
    <w:rsid w:val="005E5141"/>
    <w:rsid w:val="005E5BB9"/>
    <w:rsid w:val="005F1883"/>
    <w:rsid w:val="0061595E"/>
    <w:rsid w:val="00637E00"/>
    <w:rsid w:val="00641F2E"/>
    <w:rsid w:val="006507A1"/>
    <w:rsid w:val="006543B1"/>
    <w:rsid w:val="0065594B"/>
    <w:rsid w:val="006561E2"/>
    <w:rsid w:val="00670817"/>
    <w:rsid w:val="00682FDD"/>
    <w:rsid w:val="00684E0C"/>
    <w:rsid w:val="00694CFD"/>
    <w:rsid w:val="00694D04"/>
    <w:rsid w:val="00696836"/>
    <w:rsid w:val="006A4FC3"/>
    <w:rsid w:val="006B0411"/>
    <w:rsid w:val="006B1A27"/>
    <w:rsid w:val="006B28B6"/>
    <w:rsid w:val="006B75B5"/>
    <w:rsid w:val="006C2606"/>
    <w:rsid w:val="006C6FC8"/>
    <w:rsid w:val="006C7265"/>
    <w:rsid w:val="006C7CA3"/>
    <w:rsid w:val="006D4CF9"/>
    <w:rsid w:val="006E32F2"/>
    <w:rsid w:val="006E6058"/>
    <w:rsid w:val="006E6777"/>
    <w:rsid w:val="006F4F34"/>
    <w:rsid w:val="006F5B45"/>
    <w:rsid w:val="00707BD6"/>
    <w:rsid w:val="0072515A"/>
    <w:rsid w:val="0072659C"/>
    <w:rsid w:val="00732A92"/>
    <w:rsid w:val="00733EAC"/>
    <w:rsid w:val="007352C5"/>
    <w:rsid w:val="007376E7"/>
    <w:rsid w:val="00741A02"/>
    <w:rsid w:val="00744406"/>
    <w:rsid w:val="00750350"/>
    <w:rsid w:val="00751635"/>
    <w:rsid w:val="007528A5"/>
    <w:rsid w:val="00753AD1"/>
    <w:rsid w:val="00754FB9"/>
    <w:rsid w:val="00764D85"/>
    <w:rsid w:val="00771354"/>
    <w:rsid w:val="00777D48"/>
    <w:rsid w:val="00784BD0"/>
    <w:rsid w:val="00785126"/>
    <w:rsid w:val="0078537E"/>
    <w:rsid w:val="00786758"/>
    <w:rsid w:val="00786810"/>
    <w:rsid w:val="00793FF8"/>
    <w:rsid w:val="007958F4"/>
    <w:rsid w:val="00795B89"/>
    <w:rsid w:val="007B42C7"/>
    <w:rsid w:val="007B4425"/>
    <w:rsid w:val="007C60E4"/>
    <w:rsid w:val="007D15F3"/>
    <w:rsid w:val="007D606A"/>
    <w:rsid w:val="007E4A64"/>
    <w:rsid w:val="00802A1F"/>
    <w:rsid w:val="0080633B"/>
    <w:rsid w:val="0081040C"/>
    <w:rsid w:val="00815C6F"/>
    <w:rsid w:val="00817439"/>
    <w:rsid w:val="00831DD4"/>
    <w:rsid w:val="0083755C"/>
    <w:rsid w:val="008426C6"/>
    <w:rsid w:val="008432DF"/>
    <w:rsid w:val="008503E4"/>
    <w:rsid w:val="0085391B"/>
    <w:rsid w:val="00856F2E"/>
    <w:rsid w:val="008776C4"/>
    <w:rsid w:val="00880529"/>
    <w:rsid w:val="008831B5"/>
    <w:rsid w:val="0089147F"/>
    <w:rsid w:val="00893538"/>
    <w:rsid w:val="00893FDF"/>
    <w:rsid w:val="0089602A"/>
    <w:rsid w:val="008B45FF"/>
    <w:rsid w:val="008B6126"/>
    <w:rsid w:val="008C11D2"/>
    <w:rsid w:val="008C1251"/>
    <w:rsid w:val="008D790C"/>
    <w:rsid w:val="008E365B"/>
    <w:rsid w:val="008F6089"/>
    <w:rsid w:val="0090142C"/>
    <w:rsid w:val="009023A5"/>
    <w:rsid w:val="00904BC1"/>
    <w:rsid w:val="0091088C"/>
    <w:rsid w:val="00911302"/>
    <w:rsid w:val="00920252"/>
    <w:rsid w:val="00933060"/>
    <w:rsid w:val="00940009"/>
    <w:rsid w:val="00941170"/>
    <w:rsid w:val="00942A40"/>
    <w:rsid w:val="00944601"/>
    <w:rsid w:val="00945240"/>
    <w:rsid w:val="009508FF"/>
    <w:rsid w:val="00951856"/>
    <w:rsid w:val="009601D2"/>
    <w:rsid w:val="00962A2B"/>
    <w:rsid w:val="00972725"/>
    <w:rsid w:val="0097496A"/>
    <w:rsid w:val="00974C06"/>
    <w:rsid w:val="009759D0"/>
    <w:rsid w:val="009847CB"/>
    <w:rsid w:val="00984E29"/>
    <w:rsid w:val="00987114"/>
    <w:rsid w:val="00993E08"/>
    <w:rsid w:val="00994714"/>
    <w:rsid w:val="00997BD3"/>
    <w:rsid w:val="009C54AA"/>
    <w:rsid w:val="009C7902"/>
    <w:rsid w:val="009C7EB1"/>
    <w:rsid w:val="009D206F"/>
    <w:rsid w:val="009D29E0"/>
    <w:rsid w:val="009D58EA"/>
    <w:rsid w:val="009E3936"/>
    <w:rsid w:val="009E575A"/>
    <w:rsid w:val="009E5945"/>
    <w:rsid w:val="009E5CFD"/>
    <w:rsid w:val="009E6A96"/>
    <w:rsid w:val="009E7B76"/>
    <w:rsid w:val="009F0693"/>
    <w:rsid w:val="009F10A1"/>
    <w:rsid w:val="009F24D7"/>
    <w:rsid w:val="009F7A25"/>
    <w:rsid w:val="00A01036"/>
    <w:rsid w:val="00A05FAA"/>
    <w:rsid w:val="00A067F3"/>
    <w:rsid w:val="00A07301"/>
    <w:rsid w:val="00A131E7"/>
    <w:rsid w:val="00A13E79"/>
    <w:rsid w:val="00A207E6"/>
    <w:rsid w:val="00A26BF7"/>
    <w:rsid w:val="00A36D48"/>
    <w:rsid w:val="00A37FD7"/>
    <w:rsid w:val="00A428C6"/>
    <w:rsid w:val="00A47FD2"/>
    <w:rsid w:val="00A50234"/>
    <w:rsid w:val="00A55625"/>
    <w:rsid w:val="00A56063"/>
    <w:rsid w:val="00A60529"/>
    <w:rsid w:val="00A60BBC"/>
    <w:rsid w:val="00A670F4"/>
    <w:rsid w:val="00A67298"/>
    <w:rsid w:val="00A732CC"/>
    <w:rsid w:val="00A80044"/>
    <w:rsid w:val="00A8066F"/>
    <w:rsid w:val="00A86963"/>
    <w:rsid w:val="00A92DC7"/>
    <w:rsid w:val="00A97DE7"/>
    <w:rsid w:val="00AC2DD8"/>
    <w:rsid w:val="00AC5DB3"/>
    <w:rsid w:val="00AC6F4D"/>
    <w:rsid w:val="00AD1C35"/>
    <w:rsid w:val="00AD2020"/>
    <w:rsid w:val="00B004E1"/>
    <w:rsid w:val="00B0064E"/>
    <w:rsid w:val="00B00D98"/>
    <w:rsid w:val="00B05F17"/>
    <w:rsid w:val="00B103B3"/>
    <w:rsid w:val="00B11219"/>
    <w:rsid w:val="00B24C8A"/>
    <w:rsid w:val="00B270E0"/>
    <w:rsid w:val="00B41306"/>
    <w:rsid w:val="00B42A77"/>
    <w:rsid w:val="00B43AD3"/>
    <w:rsid w:val="00B44680"/>
    <w:rsid w:val="00B5174F"/>
    <w:rsid w:val="00B527B6"/>
    <w:rsid w:val="00B71752"/>
    <w:rsid w:val="00B84D96"/>
    <w:rsid w:val="00B85DA0"/>
    <w:rsid w:val="00BA4957"/>
    <w:rsid w:val="00BA5E85"/>
    <w:rsid w:val="00BA6477"/>
    <w:rsid w:val="00BB2EC7"/>
    <w:rsid w:val="00BB69C1"/>
    <w:rsid w:val="00BC0ADB"/>
    <w:rsid w:val="00BC14E5"/>
    <w:rsid w:val="00BC2849"/>
    <w:rsid w:val="00BC6847"/>
    <w:rsid w:val="00BD0A35"/>
    <w:rsid w:val="00BD1DB0"/>
    <w:rsid w:val="00BE2019"/>
    <w:rsid w:val="00BE5C01"/>
    <w:rsid w:val="00BF118D"/>
    <w:rsid w:val="00BF410A"/>
    <w:rsid w:val="00BF76D9"/>
    <w:rsid w:val="00C05A39"/>
    <w:rsid w:val="00C145EC"/>
    <w:rsid w:val="00C423C9"/>
    <w:rsid w:val="00C52F86"/>
    <w:rsid w:val="00C62239"/>
    <w:rsid w:val="00C92294"/>
    <w:rsid w:val="00C92EBD"/>
    <w:rsid w:val="00C93CD6"/>
    <w:rsid w:val="00CB387A"/>
    <w:rsid w:val="00CC7A50"/>
    <w:rsid w:val="00CD18BA"/>
    <w:rsid w:val="00CD72C7"/>
    <w:rsid w:val="00CE0D5E"/>
    <w:rsid w:val="00CE1F0A"/>
    <w:rsid w:val="00CE4ED4"/>
    <w:rsid w:val="00CF0887"/>
    <w:rsid w:val="00CF53C6"/>
    <w:rsid w:val="00CF7EBA"/>
    <w:rsid w:val="00D0036E"/>
    <w:rsid w:val="00D06211"/>
    <w:rsid w:val="00D062FD"/>
    <w:rsid w:val="00D10E52"/>
    <w:rsid w:val="00D159D5"/>
    <w:rsid w:val="00D16D87"/>
    <w:rsid w:val="00D17138"/>
    <w:rsid w:val="00D21756"/>
    <w:rsid w:val="00D27873"/>
    <w:rsid w:val="00D42445"/>
    <w:rsid w:val="00D51479"/>
    <w:rsid w:val="00D51F54"/>
    <w:rsid w:val="00D5560C"/>
    <w:rsid w:val="00D601C1"/>
    <w:rsid w:val="00D60A3C"/>
    <w:rsid w:val="00D6143D"/>
    <w:rsid w:val="00D661A7"/>
    <w:rsid w:val="00D76C8C"/>
    <w:rsid w:val="00D83E38"/>
    <w:rsid w:val="00D90FB6"/>
    <w:rsid w:val="00DB3266"/>
    <w:rsid w:val="00DB4B03"/>
    <w:rsid w:val="00DB644C"/>
    <w:rsid w:val="00DC62E3"/>
    <w:rsid w:val="00DD31AF"/>
    <w:rsid w:val="00DD3A36"/>
    <w:rsid w:val="00DD5612"/>
    <w:rsid w:val="00DF13A3"/>
    <w:rsid w:val="00DF31A7"/>
    <w:rsid w:val="00E048EB"/>
    <w:rsid w:val="00E07066"/>
    <w:rsid w:val="00E07481"/>
    <w:rsid w:val="00E11B9B"/>
    <w:rsid w:val="00E12C73"/>
    <w:rsid w:val="00E12F39"/>
    <w:rsid w:val="00E16CFC"/>
    <w:rsid w:val="00E34C2C"/>
    <w:rsid w:val="00E360E8"/>
    <w:rsid w:val="00E426AF"/>
    <w:rsid w:val="00E42786"/>
    <w:rsid w:val="00E6121E"/>
    <w:rsid w:val="00E6349C"/>
    <w:rsid w:val="00E634CD"/>
    <w:rsid w:val="00E6481B"/>
    <w:rsid w:val="00E66A99"/>
    <w:rsid w:val="00E71D1C"/>
    <w:rsid w:val="00E818DD"/>
    <w:rsid w:val="00E82C3D"/>
    <w:rsid w:val="00E8319F"/>
    <w:rsid w:val="00E833BD"/>
    <w:rsid w:val="00E83451"/>
    <w:rsid w:val="00E84B05"/>
    <w:rsid w:val="00E85D23"/>
    <w:rsid w:val="00E90B93"/>
    <w:rsid w:val="00ED2F09"/>
    <w:rsid w:val="00EE0717"/>
    <w:rsid w:val="00EF413B"/>
    <w:rsid w:val="00EF723A"/>
    <w:rsid w:val="00F07D59"/>
    <w:rsid w:val="00F2182D"/>
    <w:rsid w:val="00F24EB8"/>
    <w:rsid w:val="00F32C5A"/>
    <w:rsid w:val="00F34091"/>
    <w:rsid w:val="00F45B71"/>
    <w:rsid w:val="00F50051"/>
    <w:rsid w:val="00F5035F"/>
    <w:rsid w:val="00F56484"/>
    <w:rsid w:val="00F57571"/>
    <w:rsid w:val="00F62456"/>
    <w:rsid w:val="00F67DD2"/>
    <w:rsid w:val="00F71142"/>
    <w:rsid w:val="00F73BDD"/>
    <w:rsid w:val="00F77749"/>
    <w:rsid w:val="00F80C5F"/>
    <w:rsid w:val="00F85603"/>
    <w:rsid w:val="00F919B2"/>
    <w:rsid w:val="00F93418"/>
    <w:rsid w:val="00F9399E"/>
    <w:rsid w:val="00F93E25"/>
    <w:rsid w:val="00FA57FE"/>
    <w:rsid w:val="00FB1678"/>
    <w:rsid w:val="00FB431D"/>
    <w:rsid w:val="00FB7DBF"/>
    <w:rsid w:val="00FC1A76"/>
    <w:rsid w:val="00FC2124"/>
    <w:rsid w:val="00FC3033"/>
    <w:rsid w:val="00FD7933"/>
    <w:rsid w:val="00FE0C75"/>
    <w:rsid w:val="00FE11BC"/>
    <w:rsid w:val="00FF4158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A3E7B2"/>
  <w15:docId w15:val="{09504B53-0B73-4441-B5FB-5F11E4A70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9A4"/>
    <w:pPr>
      <w:jc w:val="both"/>
    </w:pPr>
    <w:rPr>
      <w:rFonts w:ascii="Arial" w:hAnsi="Arial"/>
      <w:spacing w:val="-5"/>
      <w:sz w:val="20"/>
      <w:szCs w:val="20"/>
      <w:lang w:eastAsia="en-US"/>
    </w:rPr>
  </w:style>
  <w:style w:type="paragraph" w:styleId="Heading1">
    <w:name w:val="heading 1"/>
    <w:basedOn w:val="HeadingBase"/>
    <w:next w:val="BodyText"/>
    <w:link w:val="Heading1Char"/>
    <w:uiPriority w:val="99"/>
    <w:qFormat/>
    <w:rsid w:val="004679A4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link w:val="Heading2Char"/>
    <w:uiPriority w:val="99"/>
    <w:qFormat/>
    <w:rsid w:val="004679A4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link w:val="Heading3Char"/>
    <w:uiPriority w:val="99"/>
    <w:qFormat/>
    <w:rsid w:val="004679A4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link w:val="Heading4Char"/>
    <w:uiPriority w:val="99"/>
    <w:qFormat/>
    <w:rsid w:val="004679A4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link w:val="Heading5Char"/>
    <w:uiPriority w:val="99"/>
    <w:qFormat/>
    <w:rsid w:val="004679A4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link w:val="Heading6Char"/>
    <w:uiPriority w:val="99"/>
    <w:qFormat/>
    <w:rsid w:val="004679A4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2CC5"/>
    <w:rPr>
      <w:rFonts w:asciiTheme="majorHAnsi" w:eastAsiaTheme="majorEastAsia" w:hAnsiTheme="majorHAnsi" w:cstheme="majorBidi"/>
      <w:b/>
      <w:bCs/>
      <w:spacing w:val="-5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CC5"/>
    <w:rPr>
      <w:rFonts w:asciiTheme="majorHAnsi" w:eastAsiaTheme="majorEastAsia" w:hAnsiTheme="majorHAnsi" w:cstheme="majorBidi"/>
      <w:b/>
      <w:bCs/>
      <w:i/>
      <w:iCs/>
      <w:spacing w:val="-5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2CC5"/>
    <w:rPr>
      <w:rFonts w:asciiTheme="majorHAnsi" w:eastAsiaTheme="majorEastAsia" w:hAnsiTheme="majorHAnsi" w:cstheme="majorBidi"/>
      <w:b/>
      <w:bCs/>
      <w:spacing w:val="-5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2CC5"/>
    <w:rPr>
      <w:rFonts w:asciiTheme="minorHAnsi" w:eastAsiaTheme="minorEastAsia" w:hAnsiTheme="minorHAnsi" w:cstheme="minorBidi"/>
      <w:b/>
      <w:bCs/>
      <w:i/>
      <w:iCs/>
      <w:spacing w:val="-5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lang w:eastAsia="en-US"/>
    </w:rPr>
  </w:style>
  <w:style w:type="paragraph" w:customStyle="1" w:styleId="AttentionLine">
    <w:name w:val="Attention Line"/>
    <w:basedOn w:val="Normal"/>
    <w:next w:val="Salutation"/>
    <w:uiPriority w:val="99"/>
    <w:rsid w:val="004679A4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link w:val="SalutationChar"/>
    <w:uiPriority w:val="99"/>
    <w:rsid w:val="004679A4"/>
    <w:pPr>
      <w:spacing w:before="220" w:after="220" w:line="220" w:lineRule="atLeast"/>
      <w:jc w:val="left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4679A4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cList">
    <w:name w:val="Cc List"/>
    <w:basedOn w:val="Normal"/>
    <w:uiPriority w:val="99"/>
    <w:rsid w:val="004679A4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link w:val="ClosingChar"/>
    <w:uiPriority w:val="99"/>
    <w:rsid w:val="004679A4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Signature">
    <w:name w:val="Signature"/>
    <w:basedOn w:val="Normal"/>
    <w:next w:val="SignatureJobTitle"/>
    <w:link w:val="SignatureChar"/>
    <w:uiPriority w:val="99"/>
    <w:rsid w:val="004679A4"/>
    <w:pPr>
      <w:keepNext/>
      <w:spacing w:before="880" w:line="220" w:lineRule="atLeast"/>
      <w:jc w:val="lef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ompanyName">
    <w:name w:val="Company Name"/>
    <w:basedOn w:val="Normal"/>
    <w:uiPriority w:val="99"/>
    <w:rsid w:val="004679A4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uiPriority w:val="99"/>
    <w:rsid w:val="004679A4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4679A4"/>
    <w:rPr>
      <w:rFonts w:ascii="Arial Black" w:hAnsi="Arial Black" w:cs="Times New Roman"/>
      <w:sz w:val="18"/>
    </w:rPr>
  </w:style>
  <w:style w:type="paragraph" w:customStyle="1" w:styleId="Enclosure">
    <w:name w:val="Enclosure"/>
    <w:basedOn w:val="Normal"/>
    <w:next w:val="CcList"/>
    <w:uiPriority w:val="99"/>
    <w:rsid w:val="004679A4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uiPriority w:val="99"/>
    <w:rsid w:val="004679A4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rsid w:val="004679A4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uiPriority w:val="99"/>
    <w:rsid w:val="004679A4"/>
    <w:pPr>
      <w:spacing w:before="220"/>
    </w:pPr>
  </w:style>
  <w:style w:type="paragraph" w:customStyle="1" w:styleId="MailingInstructions">
    <w:name w:val="Mailing Instructions"/>
    <w:basedOn w:val="Normal"/>
    <w:next w:val="InsideAddressName"/>
    <w:uiPriority w:val="99"/>
    <w:rsid w:val="004679A4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uiPriority w:val="99"/>
    <w:rsid w:val="004679A4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uiPriority w:val="99"/>
    <w:rsid w:val="004679A4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uiPriority w:val="99"/>
    <w:rsid w:val="004679A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uiPriority w:val="99"/>
    <w:rsid w:val="004679A4"/>
    <w:pPr>
      <w:spacing w:before="0"/>
    </w:pPr>
  </w:style>
  <w:style w:type="paragraph" w:customStyle="1" w:styleId="SignatureJobTitle">
    <w:name w:val="Signature Job Title"/>
    <w:basedOn w:val="Signature"/>
    <w:next w:val="SignatureCompany"/>
    <w:uiPriority w:val="99"/>
    <w:rsid w:val="004679A4"/>
    <w:pPr>
      <w:spacing w:before="0"/>
    </w:pPr>
  </w:style>
  <w:style w:type="character" w:customStyle="1" w:styleId="Slogan">
    <w:name w:val="Slogan"/>
    <w:uiPriority w:val="99"/>
    <w:rsid w:val="004679A4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uiPriority w:val="99"/>
    <w:rsid w:val="004679A4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link w:val="Head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45EC"/>
    <w:rPr>
      <w:rFonts w:ascii="Arial" w:hAnsi="Arial"/>
      <w:spacing w:val="-5"/>
      <w:lang w:eastAsia="en-US"/>
    </w:rPr>
  </w:style>
  <w:style w:type="character" w:styleId="Hyperlink">
    <w:name w:val="Hyperlink"/>
    <w:basedOn w:val="DefaultParagraphFont"/>
    <w:uiPriority w:val="99"/>
    <w:rsid w:val="004679A4"/>
    <w:rPr>
      <w:rFonts w:cs="Times New Roman"/>
      <w:color w:val="0000FF"/>
      <w:u w:val="single"/>
    </w:rPr>
  </w:style>
  <w:style w:type="paragraph" w:styleId="List">
    <w:name w:val="List"/>
    <w:basedOn w:val="BodyText"/>
    <w:uiPriority w:val="99"/>
    <w:rsid w:val="004679A4"/>
    <w:pPr>
      <w:ind w:left="360" w:hanging="360"/>
    </w:pPr>
  </w:style>
  <w:style w:type="paragraph" w:styleId="ListBullet">
    <w:name w:val="List Bullet"/>
    <w:basedOn w:val="List"/>
    <w:autoRedefine/>
    <w:uiPriority w:val="99"/>
    <w:rsid w:val="00751635"/>
    <w:pPr>
      <w:ind w:left="0" w:firstLine="0"/>
    </w:pPr>
    <w:rPr>
      <w:b/>
      <w:i/>
      <w:color w:val="FF9900"/>
      <w:sz w:val="28"/>
      <w:szCs w:val="28"/>
    </w:rPr>
  </w:style>
  <w:style w:type="paragraph" w:styleId="ListNumber">
    <w:name w:val="List Number"/>
    <w:basedOn w:val="BodyText"/>
    <w:uiPriority w:val="99"/>
    <w:rsid w:val="004679A4"/>
    <w:pPr>
      <w:numPr>
        <w:numId w:val="6"/>
      </w:numPr>
    </w:pPr>
  </w:style>
  <w:style w:type="paragraph" w:styleId="BalloonText">
    <w:name w:val="Balloon Text"/>
    <w:basedOn w:val="Normal"/>
    <w:link w:val="BalloonTextChar"/>
    <w:uiPriority w:val="99"/>
    <w:semiHidden/>
    <w:rsid w:val="00EF7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C5"/>
    <w:rPr>
      <w:spacing w:val="-5"/>
      <w:sz w:val="0"/>
      <w:szCs w:val="0"/>
      <w:lang w:eastAsia="en-US"/>
    </w:rPr>
  </w:style>
  <w:style w:type="paragraph" w:styleId="Revision">
    <w:name w:val="Revision"/>
    <w:hidden/>
    <w:uiPriority w:val="99"/>
    <w:semiHidden/>
    <w:rsid w:val="001F5EB4"/>
    <w:rPr>
      <w:rFonts w:ascii="Arial" w:hAnsi="Arial"/>
      <w:spacing w:val="-5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2C46E1"/>
    <w:pPr>
      <w:jc w:val="left"/>
    </w:pPr>
    <w:rPr>
      <w:rFonts w:ascii="Tahoma" w:eastAsia="MS Mincho" w:hAnsi="Tahoma"/>
      <w:spacing w:val="0"/>
      <w:sz w:val="24"/>
      <w:szCs w:val="24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CC5"/>
    <w:rPr>
      <w:rFonts w:ascii="Courier New" w:hAnsi="Courier New" w:cs="Courier New"/>
      <w:spacing w:val="-5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BE2019"/>
    <w:pPr>
      <w:spacing w:after="200" w:line="276" w:lineRule="auto"/>
      <w:ind w:left="720"/>
      <w:jc w:val="left"/>
    </w:pPr>
    <w:rPr>
      <w:rFonts w:ascii="Calibri" w:hAnsi="Calibri"/>
      <w:spacing w:val="0"/>
      <w:sz w:val="22"/>
      <w:szCs w:val="22"/>
    </w:rPr>
  </w:style>
  <w:style w:type="table" w:styleId="TableGrid">
    <w:name w:val="Table Grid"/>
    <w:basedOn w:val="TableNormal"/>
    <w:uiPriority w:val="59"/>
    <w:rsid w:val="00D55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Copy">
    <w:name w:val="Body Copy"/>
    <w:rsid w:val="00D5560C"/>
    <w:pPr>
      <w:spacing w:line="320" w:lineRule="exact"/>
    </w:pPr>
    <w:rPr>
      <w:rFonts w:ascii="55 Helvetica Roman" w:hAnsi="55 Helvetica Roman"/>
      <w:sz w:val="20"/>
      <w:szCs w:val="20"/>
      <w:lang w:val="en-GB" w:eastAsia="en-GB"/>
    </w:rPr>
  </w:style>
  <w:style w:type="paragraph" w:customStyle="1" w:styleId="Default">
    <w:name w:val="Default"/>
    <w:rsid w:val="001161A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8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Professional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663DFA-0272-4D64-AB19-078A10DD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Letter</Template>
  <TotalTime>5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ECJRL Letterhead</vt:lpstr>
    </vt:vector>
  </TitlesOfParts>
  <Company>Hewlett-Packard Company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ECJRL Letterhead</dc:title>
  <dc:subject/>
  <dc:creator>Carina Juniors</dc:creator>
  <cp:keywords/>
  <dc:description/>
  <cp:lastModifiedBy>Carina JRLFC</cp:lastModifiedBy>
  <cp:revision>6</cp:revision>
  <cp:lastPrinted>2020-11-02T01:01:00Z</cp:lastPrinted>
  <dcterms:created xsi:type="dcterms:W3CDTF">2018-08-10T00:37:00Z</dcterms:created>
  <dcterms:modified xsi:type="dcterms:W3CDTF">2021-01-24T22:37:00Z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